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9D8CBF" w14:textId="09276398" w:rsidR="008F4AEA" w:rsidRDefault="00D30D72" w:rsidP="005579CC">
      <w:pPr>
        <w:pStyle w:val="PNTitul1"/>
      </w:pPr>
      <w:r w:rsidRPr="00D30D72">
        <w:t>P</w:t>
      </w:r>
      <w:r w:rsidR="008F4AEA">
        <w:t>říloha k</w:t>
      </w:r>
      <w:r w:rsidR="00B31F14">
        <w:t> </w:t>
      </w:r>
      <w:r w:rsidR="008F4AEA">
        <w:t>nabídce</w:t>
      </w:r>
    </w:p>
    <w:p w14:paraId="1F052F1E" w14:textId="77777777" w:rsidR="00192B6B" w:rsidRPr="00192B6B" w:rsidRDefault="00192B6B" w:rsidP="00192B6B">
      <w:pPr>
        <w:tabs>
          <w:tab w:val="left" w:pos="6796"/>
        </w:tabs>
        <w:spacing w:after="240" w:line="264" w:lineRule="auto"/>
        <w:rPr>
          <w:b/>
          <w:sz w:val="36"/>
          <w:szCs w:val="32"/>
        </w:rPr>
      </w:pPr>
      <w:r w:rsidRPr="00192B6B">
        <w:rPr>
          <w:b/>
          <w:sz w:val="36"/>
          <w:szCs w:val="32"/>
        </w:rPr>
        <w:t>Zhotovení souboru staveb</w:t>
      </w:r>
    </w:p>
    <w:bookmarkStart w:id="0" w:name="_Hlk167688321"/>
    <w:p w14:paraId="652D377A" w14:textId="004463A6" w:rsidR="008F4AEA" w:rsidRPr="007213E4" w:rsidRDefault="0021373B" w:rsidP="008B6810">
      <w:pPr>
        <w:pStyle w:val="PNTextzkladn"/>
        <w:jc w:val="left"/>
        <w:rPr>
          <w:rStyle w:val="PNNzevakce"/>
        </w:rPr>
      </w:pPr>
      <w:sdt>
        <w:sdtPr>
          <w:rPr>
            <w:rFonts w:asciiTheme="minorHAnsi" w:hAnsiTheme="minorHAnsi"/>
            <w:b/>
            <w:sz w:val="32"/>
            <w:szCs w:val="32"/>
          </w:rPr>
          <w:alias w:val="Název akce - propíše se do zápatí"/>
          <w:tag w:val="Název akce"/>
          <w:id w:val="1889687308"/>
          <w:placeholder>
            <w:docPart w:val="BE9D525133B8492DBA3CA962BDF67BFB"/>
          </w:placeholder>
          <w:text w:multiLine="1"/>
        </w:sdtPr>
        <w:sdtEndPr/>
        <w:sdtContent>
          <w:r w:rsidR="008B6810" w:rsidRPr="00192B6B">
            <w:rPr>
              <w:rFonts w:asciiTheme="minorHAnsi" w:hAnsiTheme="minorHAnsi"/>
              <w:b/>
              <w:sz w:val="32"/>
              <w:szCs w:val="32"/>
            </w:rPr>
            <w:t xml:space="preserve">„Zřízení dobíjecí stanice BEMU v </w:t>
          </w:r>
          <w:proofErr w:type="spellStart"/>
          <w:r w:rsidR="008B6810" w:rsidRPr="00192B6B">
            <w:rPr>
              <w:rFonts w:asciiTheme="minorHAnsi" w:hAnsiTheme="minorHAnsi"/>
              <w:b/>
              <w:sz w:val="32"/>
              <w:szCs w:val="32"/>
            </w:rPr>
            <w:t>žst</w:t>
          </w:r>
          <w:proofErr w:type="spellEnd"/>
          <w:r w:rsidR="008B6810" w:rsidRPr="00192B6B">
            <w:rPr>
              <w:rFonts w:asciiTheme="minorHAnsi" w:hAnsiTheme="minorHAnsi"/>
              <w:b/>
              <w:sz w:val="32"/>
              <w:szCs w:val="32"/>
            </w:rPr>
            <w:t>.</w:t>
          </w:r>
          <w:r w:rsidR="00192B6B">
            <w:rPr>
              <w:rFonts w:asciiTheme="minorHAnsi" w:hAnsiTheme="minorHAnsi"/>
              <w:b/>
              <w:sz w:val="32"/>
              <w:szCs w:val="32"/>
            </w:rPr>
            <w:t xml:space="preserve"> </w:t>
          </w:r>
          <w:r w:rsidR="008B6810" w:rsidRPr="00192B6B">
            <w:rPr>
              <w:rFonts w:asciiTheme="minorHAnsi" w:hAnsiTheme="minorHAnsi"/>
              <w:b/>
              <w:sz w:val="32"/>
              <w:szCs w:val="32"/>
            </w:rPr>
            <w:t>Štramberk“</w:t>
          </w:r>
          <w:r w:rsidR="00192B6B" w:rsidRPr="00192B6B">
            <w:rPr>
              <w:rFonts w:asciiTheme="minorHAnsi" w:hAnsiTheme="minorHAnsi"/>
              <w:b/>
              <w:sz w:val="32"/>
              <w:szCs w:val="32"/>
            </w:rPr>
            <w:t xml:space="preserve">, </w:t>
          </w:r>
          <w:r w:rsidR="008B6810" w:rsidRPr="00192B6B">
            <w:rPr>
              <w:rFonts w:asciiTheme="minorHAnsi" w:hAnsiTheme="minorHAnsi"/>
              <w:b/>
              <w:sz w:val="32"/>
              <w:szCs w:val="32"/>
            </w:rPr>
            <w:t xml:space="preserve">„Zřízení dobíjecí stanice BEMU v </w:t>
          </w:r>
          <w:proofErr w:type="spellStart"/>
          <w:r w:rsidR="008B6810" w:rsidRPr="00192B6B">
            <w:rPr>
              <w:rFonts w:asciiTheme="minorHAnsi" w:hAnsiTheme="minorHAnsi"/>
              <w:b/>
              <w:sz w:val="32"/>
              <w:szCs w:val="32"/>
            </w:rPr>
            <w:t>žst</w:t>
          </w:r>
          <w:proofErr w:type="spellEnd"/>
          <w:r w:rsidR="008B6810" w:rsidRPr="00192B6B">
            <w:rPr>
              <w:rFonts w:asciiTheme="minorHAnsi" w:hAnsiTheme="minorHAnsi"/>
              <w:b/>
              <w:sz w:val="32"/>
              <w:szCs w:val="32"/>
            </w:rPr>
            <w:t>. Krnov“</w:t>
          </w:r>
          <w:r w:rsidR="00192B6B" w:rsidRPr="00192B6B">
            <w:rPr>
              <w:rFonts w:asciiTheme="minorHAnsi" w:hAnsiTheme="minorHAnsi"/>
              <w:b/>
              <w:sz w:val="32"/>
              <w:szCs w:val="32"/>
            </w:rPr>
            <w:t xml:space="preserve">, </w:t>
          </w:r>
          <w:r w:rsidR="008B6810" w:rsidRPr="00192B6B">
            <w:rPr>
              <w:rFonts w:asciiTheme="minorHAnsi" w:hAnsiTheme="minorHAnsi"/>
              <w:b/>
              <w:sz w:val="32"/>
              <w:szCs w:val="32"/>
            </w:rPr>
            <w:t xml:space="preserve">„Zřízení dobíjecí stanice BEMU v </w:t>
          </w:r>
          <w:proofErr w:type="spellStart"/>
          <w:r w:rsidR="008B6810" w:rsidRPr="00192B6B">
            <w:rPr>
              <w:rFonts w:asciiTheme="minorHAnsi" w:hAnsiTheme="minorHAnsi"/>
              <w:b/>
              <w:sz w:val="32"/>
              <w:szCs w:val="32"/>
            </w:rPr>
            <w:t>žst</w:t>
          </w:r>
          <w:proofErr w:type="spellEnd"/>
          <w:r w:rsidR="008B6810" w:rsidRPr="00192B6B">
            <w:rPr>
              <w:rFonts w:asciiTheme="minorHAnsi" w:hAnsiTheme="minorHAnsi"/>
              <w:b/>
              <w:sz w:val="32"/>
              <w:szCs w:val="32"/>
            </w:rPr>
            <w:t xml:space="preserve">. Budišov </w:t>
          </w:r>
          <w:r w:rsidR="00192B6B">
            <w:rPr>
              <w:rFonts w:asciiTheme="minorHAnsi" w:hAnsiTheme="minorHAnsi"/>
              <w:b/>
              <w:sz w:val="32"/>
              <w:szCs w:val="32"/>
            </w:rPr>
            <w:br/>
          </w:r>
          <w:r w:rsidR="008B6810" w:rsidRPr="00192B6B">
            <w:rPr>
              <w:rFonts w:asciiTheme="minorHAnsi" w:hAnsiTheme="minorHAnsi"/>
              <w:b/>
              <w:sz w:val="32"/>
              <w:szCs w:val="32"/>
            </w:rPr>
            <w:t>nad Budišovkou“</w:t>
          </w:r>
          <w:r w:rsidR="00192B6B" w:rsidRPr="00192B6B">
            <w:rPr>
              <w:rFonts w:asciiTheme="minorHAnsi" w:hAnsiTheme="minorHAnsi"/>
              <w:b/>
              <w:sz w:val="32"/>
              <w:szCs w:val="32"/>
            </w:rPr>
            <w:t xml:space="preserve">, </w:t>
          </w:r>
          <w:r w:rsidR="008B6810" w:rsidRPr="00192B6B">
            <w:rPr>
              <w:rFonts w:asciiTheme="minorHAnsi" w:hAnsiTheme="minorHAnsi"/>
              <w:b/>
              <w:sz w:val="32"/>
              <w:szCs w:val="32"/>
            </w:rPr>
            <w:t xml:space="preserve">1. </w:t>
          </w:r>
          <w:proofErr w:type="gramStart"/>
          <w:r w:rsidR="008B6810" w:rsidRPr="00192B6B">
            <w:rPr>
              <w:rFonts w:asciiTheme="minorHAnsi" w:hAnsiTheme="minorHAnsi"/>
              <w:b/>
              <w:sz w:val="32"/>
              <w:szCs w:val="32"/>
            </w:rPr>
            <w:t>část - dodání</w:t>
          </w:r>
          <w:proofErr w:type="gramEnd"/>
          <w:r w:rsidR="008B6810" w:rsidRPr="00192B6B">
            <w:rPr>
              <w:rFonts w:asciiTheme="minorHAnsi" w:hAnsiTheme="minorHAnsi"/>
              <w:b/>
              <w:sz w:val="32"/>
              <w:szCs w:val="32"/>
            </w:rPr>
            <w:t xml:space="preserve"> a instalace technologie ke zřízení dobíjecí stanice BEMU </w:t>
          </w:r>
        </w:sdtContent>
      </w:sdt>
    </w:p>
    <w:bookmarkEnd w:id="0"/>
    <w:p w14:paraId="12B63716" w14:textId="77777777" w:rsidR="008F4AEA" w:rsidRDefault="008F4AEA" w:rsidP="005579CC">
      <w:pPr>
        <w:pStyle w:val="PNTextzkladn"/>
      </w:pPr>
    </w:p>
    <w:p w14:paraId="736C12D1"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1AD53D"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4733BA2"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3C391B7"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70B9E77A" w14:textId="77777777" w:rsidR="00C96E7C" w:rsidRDefault="00C96E7C" w:rsidP="001C7156">
      <w:pPr>
        <w:pStyle w:val="PNTextbezodsazmezer"/>
      </w:pPr>
      <w:r>
        <w:t xml:space="preserve">se sídlem: Dlážděná 1003/7, 110 00 Praha 1 - Nové Město </w:t>
      </w:r>
    </w:p>
    <w:p w14:paraId="26F236E5" w14:textId="77777777" w:rsidR="00C96E7C" w:rsidRDefault="00C96E7C" w:rsidP="001C7156">
      <w:pPr>
        <w:pStyle w:val="PNTextbezodsazmezer"/>
      </w:pPr>
      <w:r>
        <w:t>IČO: 70994234 DIČ: CZ70994234</w:t>
      </w:r>
    </w:p>
    <w:p w14:paraId="3530C78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B638C2B" w14:textId="77777777" w:rsidR="00C96E7C" w:rsidRDefault="00C96E7C" w:rsidP="001C7156">
      <w:pPr>
        <w:pStyle w:val="PNTextbezodsazmezer"/>
      </w:pPr>
      <w:r>
        <w:t>spisová značka A 48384</w:t>
      </w:r>
    </w:p>
    <w:p w14:paraId="25050658"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4CD124B3" w14:textId="77777777" w:rsidR="00C96E7C" w:rsidRDefault="00C96E7C" w:rsidP="00EF10BA">
      <w:pPr>
        <w:pStyle w:val="PNTextzkladn"/>
      </w:pPr>
      <w:r w:rsidRPr="00EF10BA">
        <w:rPr>
          <w:highlight w:val="yellow"/>
        </w:rPr>
        <w:t>VLOŽÍ</w:t>
      </w:r>
      <w:r w:rsidRPr="00C96E7C">
        <w:rPr>
          <w:highlight w:val="yellow"/>
        </w:rPr>
        <w:t xml:space="preserve"> ZHOTOVITEL</w:t>
      </w:r>
    </w:p>
    <w:p w14:paraId="0E79D2DA" w14:textId="77777777" w:rsidR="00C96E7C" w:rsidRDefault="00C96E7C" w:rsidP="00150E39">
      <w:pPr>
        <w:pStyle w:val="PNNadpis10bPod-l111"/>
      </w:pPr>
      <w:r>
        <w:t>1.1.2.4</w:t>
      </w:r>
      <w:r w:rsidR="001C7156">
        <w:tab/>
      </w:r>
      <w:r>
        <w:t>Jméno (název)</w:t>
      </w:r>
      <w:r w:rsidR="00582C15">
        <w:t xml:space="preserve"> a </w:t>
      </w:r>
      <w:r>
        <w:t>adresa Správce stavby</w:t>
      </w:r>
    </w:p>
    <w:p w14:paraId="4D51D134" w14:textId="77777777" w:rsidR="001B30FD" w:rsidRPr="00D20886" w:rsidRDefault="001B30FD" w:rsidP="001B30FD">
      <w:pPr>
        <w:spacing w:after="120" w:line="264" w:lineRule="auto"/>
        <w:contextualSpacing/>
        <w:jc w:val="both"/>
        <w:rPr>
          <w:rFonts w:asciiTheme="minorHAnsi" w:hAnsiTheme="minorHAnsi"/>
          <w:sz w:val="18"/>
          <w:szCs w:val="18"/>
        </w:rPr>
      </w:pPr>
      <w:r>
        <w:rPr>
          <w:rFonts w:asciiTheme="minorHAnsi" w:hAnsiTheme="minorHAnsi"/>
          <w:sz w:val="18"/>
          <w:szCs w:val="18"/>
        </w:rPr>
        <w:t xml:space="preserve">Ing. Václav </w:t>
      </w:r>
      <w:proofErr w:type="spellStart"/>
      <w:r>
        <w:rPr>
          <w:rFonts w:asciiTheme="minorHAnsi" w:hAnsiTheme="minorHAnsi"/>
          <w:sz w:val="18"/>
          <w:szCs w:val="18"/>
        </w:rPr>
        <w:t>Matuszný</w:t>
      </w:r>
      <w:proofErr w:type="spellEnd"/>
      <w:r w:rsidRPr="00D20886">
        <w:rPr>
          <w:rFonts w:asciiTheme="minorHAnsi" w:hAnsiTheme="minorHAnsi"/>
          <w:sz w:val="18"/>
          <w:szCs w:val="18"/>
        </w:rPr>
        <w:t xml:space="preserve">, </w:t>
      </w:r>
      <w:r w:rsidRPr="00D20886">
        <w:rPr>
          <w:sz w:val="18"/>
          <w:szCs w:val="18"/>
        </w:rPr>
        <w:t xml:space="preserve">e-mail: </w:t>
      </w:r>
      <w:r>
        <w:rPr>
          <w:noProof/>
          <w:color w:val="0563C1" w:themeColor="hyperlink"/>
          <w:sz w:val="18"/>
          <w:szCs w:val="18"/>
          <w:u w:val="single"/>
        </w:rPr>
        <w:t>Matuszny</w:t>
      </w:r>
      <w:r w:rsidRPr="00D20886">
        <w:rPr>
          <w:noProof/>
          <w:color w:val="0563C1" w:themeColor="hyperlink"/>
          <w:sz w:val="18"/>
          <w:szCs w:val="18"/>
          <w:u w:val="single"/>
        </w:rPr>
        <w:t>@spravazeleznic.cz,</w:t>
      </w:r>
      <w:r w:rsidRPr="00D20886">
        <w:rPr>
          <w:sz w:val="18"/>
          <w:szCs w:val="18"/>
        </w:rPr>
        <w:t xml:space="preserve"> tel.: +420 724 932 3</w:t>
      </w:r>
      <w:r>
        <w:rPr>
          <w:sz w:val="18"/>
          <w:szCs w:val="18"/>
        </w:rPr>
        <w:t>27</w:t>
      </w:r>
    </w:p>
    <w:p w14:paraId="347626F0" w14:textId="77777777" w:rsidR="00C96E7C" w:rsidRDefault="00C96E7C" w:rsidP="00150E39">
      <w:pPr>
        <w:pStyle w:val="PNNadpis10bPod-l111"/>
      </w:pPr>
      <w:r>
        <w:t>1.1.3.7</w:t>
      </w:r>
      <w:r w:rsidR="001C7156">
        <w:tab/>
      </w:r>
      <w:r>
        <w:t>Záruční doba</w:t>
      </w:r>
    </w:p>
    <w:p w14:paraId="33C0A0A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7FE0DE5E" w14:textId="77777777" w:rsidR="00C96E7C" w:rsidRDefault="00C96E7C" w:rsidP="00150E39">
      <w:pPr>
        <w:pStyle w:val="PNNadpis10bPod-l111"/>
      </w:pPr>
      <w:r>
        <w:t>1.1.4.15</w:t>
      </w:r>
      <w:r w:rsidR="00CF609C">
        <w:tab/>
      </w:r>
      <w:r w:rsidR="00150E39">
        <w:tab/>
      </w:r>
      <w:r>
        <w:t>Faktura</w:t>
      </w:r>
    </w:p>
    <w:p w14:paraId="70BFADF6" w14:textId="5BCA1F25" w:rsidR="00E43E60" w:rsidRDefault="00CE4286" w:rsidP="00EF10BA">
      <w:pPr>
        <w:pStyle w:val="PNTextzkladn"/>
      </w:pPr>
      <w:bookmarkStart w:id="1" w:name="_Hlk135650157"/>
      <w:r>
        <w:t xml:space="preserve">Faktury budou vystavené v souladu s Právními předpisy. </w:t>
      </w:r>
      <w:bookmarkStart w:id="2" w:name="_Hlk135650207"/>
      <w:bookmarkEnd w:id="1"/>
    </w:p>
    <w:p w14:paraId="0481B34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EC75679" w14:textId="77777777" w:rsidR="00C96E7C" w:rsidRPr="001C7156" w:rsidRDefault="00C96E7C" w:rsidP="00D42C7E">
      <w:pPr>
        <w:pStyle w:val="PNOdstavecsl1a"/>
      </w:pPr>
      <w:r w:rsidRPr="001C7156">
        <w:t>Soupis zjišťovacích protokolů,</w:t>
      </w:r>
    </w:p>
    <w:p w14:paraId="404D5C30" w14:textId="77777777" w:rsidR="00C96E7C" w:rsidRPr="001C7156" w:rsidRDefault="00C96E7C" w:rsidP="00D42C7E">
      <w:pPr>
        <w:pStyle w:val="PNOdstavecsl1a"/>
      </w:pPr>
      <w:r w:rsidRPr="005B7883">
        <w:t xml:space="preserve">Zjišťovací </w:t>
      </w:r>
      <w:r w:rsidRPr="001C7156">
        <w:t>protokoly,</w:t>
      </w:r>
    </w:p>
    <w:p w14:paraId="72D67D91" w14:textId="77777777" w:rsidR="00C96E7C" w:rsidRDefault="00C96E7C" w:rsidP="00D42C7E">
      <w:pPr>
        <w:pStyle w:val="PNOdstavecsl1a"/>
      </w:pPr>
      <w:r w:rsidRPr="001C7156">
        <w:t>Správcem sta</w:t>
      </w:r>
      <w:r>
        <w:t>vby odsouhlasený soupis provedených prací.</w:t>
      </w:r>
    </w:p>
    <w:bookmarkEnd w:id="2"/>
    <w:p w14:paraId="299C259A"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665B5D95"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5A2218C2"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691CBF70"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EE91A49"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1FA219E5"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20E39768" w14:textId="77777777" w:rsidR="00C96E7C" w:rsidRPr="00EB6216" w:rsidRDefault="00C96E7C" w:rsidP="00150E39">
      <w:pPr>
        <w:pStyle w:val="PNNadpis10bPod-l111"/>
        <w:rPr>
          <w:color w:val="00B050"/>
        </w:rPr>
      </w:pPr>
      <w:r>
        <w:t>1.1.5.6</w:t>
      </w:r>
      <w:r w:rsidR="00CF609C">
        <w:tab/>
      </w:r>
      <w:r>
        <w:t xml:space="preserve">Definice sekcí </w:t>
      </w:r>
    </w:p>
    <w:p w14:paraId="1638662F"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5E2D02E8"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0CB4CC54" w14:textId="77777777" w:rsidR="00E41EEA" w:rsidRPr="00126C15" w:rsidRDefault="00E41EEA" w:rsidP="00C8486C">
            <w:pPr>
              <w:pStyle w:val="Tabulka-9"/>
              <w:rPr>
                <w:b w:val="0"/>
              </w:rPr>
            </w:pPr>
            <w:r w:rsidRPr="00126C15">
              <w:t>Popis</w:t>
            </w:r>
          </w:p>
        </w:tc>
        <w:tc>
          <w:tcPr>
            <w:tcW w:w="3260" w:type="dxa"/>
          </w:tcPr>
          <w:p w14:paraId="0F0F6F49" w14:textId="77777777" w:rsidR="00E41EEA" w:rsidRPr="00126C15" w:rsidRDefault="00E41EEA" w:rsidP="00C8486C">
            <w:pPr>
              <w:pStyle w:val="Tabulka-9"/>
              <w:rPr>
                <w:b w:val="0"/>
              </w:rPr>
            </w:pPr>
            <w:r w:rsidRPr="00126C15">
              <w:t>Doba pro dokončení</w:t>
            </w:r>
          </w:p>
        </w:tc>
      </w:tr>
      <w:tr w:rsidR="00E41EEA" w14:paraId="2A357134" w14:textId="77777777" w:rsidTr="001C7156">
        <w:tc>
          <w:tcPr>
            <w:tcW w:w="5608" w:type="dxa"/>
          </w:tcPr>
          <w:p w14:paraId="7FD571BE" w14:textId="77777777" w:rsidR="00E41EEA" w:rsidRPr="00EE264D" w:rsidRDefault="00E41EEA" w:rsidP="00C8486C">
            <w:pPr>
              <w:pStyle w:val="Tabulka-9"/>
              <w:rPr>
                <w:b/>
              </w:rPr>
            </w:pPr>
            <w:r w:rsidRPr="00EE264D">
              <w:rPr>
                <w:b/>
              </w:rPr>
              <w:t>Sekce</w:t>
            </w:r>
            <w:r w:rsidR="009A06AE" w:rsidRPr="00EE264D">
              <w:rPr>
                <w:b/>
              </w:rPr>
              <w:t xml:space="preserve"> </w:t>
            </w:r>
            <w:r w:rsidR="001965E6" w:rsidRPr="00EE264D">
              <w:rPr>
                <w:b/>
              </w:rPr>
              <w:t xml:space="preserve">1 </w:t>
            </w:r>
            <w:r w:rsidR="009A06AE" w:rsidRPr="00EE264D">
              <w:rPr>
                <w:b/>
              </w:rPr>
              <w:t>stavební</w:t>
            </w:r>
          </w:p>
          <w:p w14:paraId="1C2E9209" w14:textId="1463282D" w:rsidR="00E55B33" w:rsidRDefault="00EE264D" w:rsidP="00E43E60">
            <w:pPr>
              <w:pStyle w:val="Tabulka-9"/>
              <w:rPr>
                <w:lang w:eastAsia="cs-CZ"/>
              </w:rPr>
            </w:pPr>
            <w:r>
              <w:rPr>
                <w:lang w:eastAsia="cs-CZ"/>
              </w:rPr>
              <w:t>Dodání</w:t>
            </w:r>
            <w:r w:rsidR="00DF6566">
              <w:rPr>
                <w:lang w:eastAsia="cs-CZ"/>
              </w:rPr>
              <w:t xml:space="preserve"> a instalace</w:t>
            </w:r>
            <w:r>
              <w:rPr>
                <w:lang w:eastAsia="cs-CZ"/>
              </w:rPr>
              <w:t xml:space="preserve"> kontejnerové technologie, zprovoznění trakční dobíjecí stanice a ověření funkčnosti nabíjecí troleje v </w:t>
            </w:r>
            <w:proofErr w:type="spellStart"/>
            <w:r>
              <w:rPr>
                <w:lang w:eastAsia="cs-CZ"/>
              </w:rPr>
              <w:t>žst</w:t>
            </w:r>
            <w:proofErr w:type="spellEnd"/>
            <w:r>
              <w:rPr>
                <w:lang w:eastAsia="cs-CZ"/>
              </w:rPr>
              <w:t xml:space="preserve">. </w:t>
            </w:r>
            <w:r w:rsidR="00DF6566">
              <w:rPr>
                <w:lang w:eastAsia="cs-CZ"/>
              </w:rPr>
              <w:t xml:space="preserve">pro jednotlivé stavby: </w:t>
            </w:r>
          </w:p>
          <w:p w14:paraId="629816D2" w14:textId="4222E97F" w:rsidR="00546D0E" w:rsidRPr="00546D0E" w:rsidRDefault="00546D0E" w:rsidP="00E43E60">
            <w:pPr>
              <w:pStyle w:val="Tabulka-9"/>
            </w:pPr>
            <w:r w:rsidRPr="007E5980">
              <w:t xml:space="preserve">„Zřízení dobíjecí stanice BEMU v </w:t>
            </w:r>
            <w:proofErr w:type="spellStart"/>
            <w:r w:rsidRPr="007E5980">
              <w:t>žst</w:t>
            </w:r>
            <w:proofErr w:type="spellEnd"/>
            <w:r w:rsidRPr="007E5980">
              <w:t xml:space="preserve">. Štramberk“ (dále jen „Stavba 1“), „Zřízení dobíjecí stanice BEMU v </w:t>
            </w:r>
            <w:proofErr w:type="spellStart"/>
            <w:r w:rsidRPr="007E5980">
              <w:t>žst</w:t>
            </w:r>
            <w:proofErr w:type="spellEnd"/>
            <w:r w:rsidRPr="007E5980">
              <w:t xml:space="preserve">. Krnov“ (dále jen „Stavba 2“), „Zřízení dobíjecí stanice BEMU v </w:t>
            </w:r>
            <w:proofErr w:type="spellStart"/>
            <w:r w:rsidRPr="007E5980">
              <w:t>žst</w:t>
            </w:r>
            <w:proofErr w:type="spellEnd"/>
            <w:r w:rsidRPr="007E5980">
              <w:t>. Budišov nad Budišovkou“ (dále jen „Stavba 3“)</w:t>
            </w:r>
            <w:bookmarkStart w:id="3" w:name="_GoBack"/>
            <w:bookmarkEnd w:id="3"/>
          </w:p>
        </w:tc>
        <w:tc>
          <w:tcPr>
            <w:tcW w:w="3260" w:type="dxa"/>
          </w:tcPr>
          <w:p w14:paraId="7FB0518C" w14:textId="67F233FF" w:rsidR="00E41EEA" w:rsidRPr="00194E72" w:rsidRDefault="00EE264D" w:rsidP="00C8486C">
            <w:pPr>
              <w:pStyle w:val="Tabulka-9"/>
            </w:pPr>
            <w:r w:rsidRPr="00EE264D">
              <w:t>do 30.11.2025</w:t>
            </w:r>
          </w:p>
        </w:tc>
      </w:tr>
      <w:tr w:rsidR="00EE264D" w14:paraId="6859668A" w14:textId="77777777" w:rsidTr="00F853F2">
        <w:tc>
          <w:tcPr>
            <w:tcW w:w="5608" w:type="dxa"/>
          </w:tcPr>
          <w:p w14:paraId="262A2377" w14:textId="77777777" w:rsidR="00EE264D" w:rsidRPr="004D3198" w:rsidRDefault="00EE264D" w:rsidP="00EE264D">
            <w:pPr>
              <w:pStyle w:val="Tabulka-9"/>
              <w:rPr>
                <w:b/>
              </w:rPr>
            </w:pPr>
            <w:r w:rsidRPr="004D3198">
              <w:rPr>
                <w:b/>
              </w:rPr>
              <w:t>Dokončení díla</w:t>
            </w:r>
          </w:p>
          <w:p w14:paraId="5F44AFC8" w14:textId="2E398230" w:rsidR="00EE264D" w:rsidRPr="00EE264D" w:rsidRDefault="00EE264D" w:rsidP="00EE264D">
            <w:pPr>
              <w:pStyle w:val="Tabulka-9"/>
            </w:pPr>
            <w:r w:rsidRPr="00EE264D">
              <w:t>Předání souborného zpracování geodetické části dokumentace skutečného provedení stavby a kompletní technické části dokumentace skutečného provedení stavby</w:t>
            </w:r>
            <w:r w:rsidR="005C241A">
              <w:t>.</w:t>
            </w:r>
          </w:p>
        </w:tc>
        <w:tc>
          <w:tcPr>
            <w:tcW w:w="3260" w:type="dxa"/>
            <w:vAlign w:val="center"/>
          </w:tcPr>
          <w:p w14:paraId="691867F7" w14:textId="214FAB90" w:rsidR="00EE264D" w:rsidRPr="00194E72" w:rsidRDefault="00EE264D" w:rsidP="00EE264D">
            <w:pPr>
              <w:pStyle w:val="Tabulka-9"/>
            </w:pPr>
            <w:r w:rsidRPr="00B2029A">
              <w:rPr>
                <w:b/>
              </w:rPr>
              <w:t>6 měsíců</w:t>
            </w:r>
            <w:r w:rsidRPr="00B2029A">
              <w:t xml:space="preserve"> ode dne vydání Potvrzení o převzetí Sekce </w:t>
            </w:r>
            <w:r>
              <w:t>1</w:t>
            </w:r>
            <w:r w:rsidRPr="00B2029A">
              <w:t xml:space="preserve"> Stavební</w:t>
            </w:r>
          </w:p>
        </w:tc>
      </w:tr>
    </w:tbl>
    <w:p w14:paraId="23FBCF7E" w14:textId="77777777" w:rsidR="003259C2" w:rsidRPr="00EF10BA" w:rsidRDefault="003259C2" w:rsidP="001C7156">
      <w:pPr>
        <w:pStyle w:val="PNTextbezodsazmezer"/>
        <w:rPr>
          <w:highlight w:val="green"/>
        </w:rPr>
      </w:pPr>
    </w:p>
    <w:p w14:paraId="0E53E6D3" w14:textId="77777777" w:rsidR="00C96E7C" w:rsidRDefault="00C96E7C" w:rsidP="00150E39">
      <w:pPr>
        <w:pStyle w:val="PNNadpis10bPod-l111"/>
      </w:pPr>
      <w:r>
        <w:t xml:space="preserve">1.3 </w:t>
      </w:r>
      <w:r w:rsidR="001C7156">
        <w:tab/>
      </w:r>
      <w:r>
        <w:t>Elektronické přenosové systémy</w:t>
      </w:r>
    </w:p>
    <w:p w14:paraId="43CADC28"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86CCA83"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0A1F794" w14:textId="77777777" w:rsidR="00C96E7C" w:rsidRPr="001C7156" w:rsidRDefault="00C96E7C" w:rsidP="001C7156">
      <w:pPr>
        <w:pStyle w:val="PNTextzkladn"/>
      </w:pPr>
      <w:r w:rsidRPr="001C7156">
        <w:t>Smlouva se řídí českým právem.</w:t>
      </w:r>
    </w:p>
    <w:p w14:paraId="40A3C980"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675FA15" w14:textId="77777777" w:rsidR="00C96E7C" w:rsidRPr="001C7156" w:rsidRDefault="00C96E7C" w:rsidP="001C7156">
      <w:pPr>
        <w:pStyle w:val="PNTextzkladn"/>
      </w:pPr>
      <w:r w:rsidRPr="001C7156">
        <w:t>Rozhodujícím jazykem je český jazyk.</w:t>
      </w:r>
    </w:p>
    <w:p w14:paraId="5707D58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296F348" w14:textId="77777777" w:rsidR="00726A41" w:rsidRPr="001C7156" w:rsidRDefault="00C96E7C" w:rsidP="001C7156">
      <w:pPr>
        <w:pStyle w:val="PNTextzkladn"/>
      </w:pPr>
      <w:r w:rsidRPr="001C7156">
        <w:t>Komunikačním jazykem je český jazyk.</w:t>
      </w:r>
    </w:p>
    <w:p w14:paraId="53FFF230"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1CFAFDE5"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 xml:space="preserve">všechny Zhotovitele </w:t>
      </w:r>
      <w:r w:rsidRPr="001C7156">
        <w:lastRenderedPageBreak/>
        <w:t>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3EB0797"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4A8F1E0C"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F80854D" w14:textId="77777777" w:rsidR="00B33FB2" w:rsidRPr="00CF609C" w:rsidRDefault="00B33FB2" w:rsidP="00CF609C">
      <w:pPr>
        <w:pStyle w:val="PNTextzkladn"/>
      </w:pPr>
      <w:r w:rsidRPr="00CF609C">
        <w:t xml:space="preserve">Zhotovitel se zavazuje, že v průběhu plnění Díla umožní v souvislosti s prováděním prací na Díle provedení studentské exkurze na Staveništi. </w:t>
      </w:r>
    </w:p>
    <w:p w14:paraId="3086DE1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1033A20"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3D9BDAF"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34EB72B" w14:textId="011AE291"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0FAC86F" w14:textId="7ABD8671" w:rsidR="00D93045" w:rsidRPr="007E5B98" w:rsidRDefault="00D93045" w:rsidP="00D93045">
      <w:pPr>
        <w:pStyle w:val="PNTextzkladn"/>
      </w:pPr>
      <w:r w:rsidRPr="00CF609C">
        <w:t>Ustanovení</w:t>
      </w:r>
      <w:r w:rsidRPr="007E5B98">
        <w:t xml:space="preserve"> Pod-článku 1.15.3.(b) se nepoužije.</w:t>
      </w:r>
    </w:p>
    <w:p w14:paraId="3DD5C93C" w14:textId="77777777" w:rsidR="00C96E7C" w:rsidRDefault="00C96E7C" w:rsidP="00150E39">
      <w:pPr>
        <w:pStyle w:val="PNNadpis10bPod-l111"/>
      </w:pPr>
      <w:r>
        <w:t>2.1</w:t>
      </w:r>
      <w:r w:rsidR="00CF609C">
        <w:tab/>
      </w:r>
      <w:r>
        <w:t>Právo přístupu na staveniště</w:t>
      </w:r>
    </w:p>
    <w:p w14:paraId="4D95C9C1" w14:textId="67F66E07" w:rsidR="00C96E7C" w:rsidRDefault="00C96E7C" w:rsidP="005D168C">
      <w:pPr>
        <w:pStyle w:val="PNTextzkladn"/>
      </w:pPr>
      <w:r>
        <w:t>Přístup na Staveniště bude Zhotoviteli umožněn od</w:t>
      </w:r>
      <w:r w:rsidR="005C241A">
        <w:t xml:space="preserve"> </w:t>
      </w:r>
      <w:r w:rsidR="005C241A" w:rsidRPr="005C241A">
        <w:t>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0669CB7B" w14:textId="77777777" w:rsidR="00C96E7C" w:rsidRDefault="00C96E7C" w:rsidP="00150E39">
      <w:pPr>
        <w:pStyle w:val="PNNadpis10bPod-l111"/>
      </w:pPr>
      <w:r>
        <w:t>2.3</w:t>
      </w:r>
      <w:r w:rsidR="00CF609C">
        <w:tab/>
      </w:r>
      <w:r>
        <w:t>Personál objednatele</w:t>
      </w:r>
    </w:p>
    <w:p w14:paraId="23AFE36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DB3EFB0" w14:textId="5A0D4CF3" w:rsidR="00D20886" w:rsidRPr="00D20886" w:rsidRDefault="00D20886" w:rsidP="00445970">
      <w:pPr>
        <w:numPr>
          <w:ilvl w:val="0"/>
          <w:numId w:val="11"/>
        </w:numPr>
        <w:spacing w:after="120" w:line="264" w:lineRule="auto"/>
        <w:contextualSpacing/>
        <w:rPr>
          <w:sz w:val="18"/>
          <w:szCs w:val="18"/>
        </w:rPr>
      </w:pPr>
      <w:r w:rsidRPr="00D20886">
        <w:rPr>
          <w:sz w:val="18"/>
          <w:szCs w:val="18"/>
        </w:rPr>
        <w:t xml:space="preserve">Mgr. </w:t>
      </w:r>
      <w:r>
        <w:rPr>
          <w:sz w:val="18"/>
          <w:szCs w:val="18"/>
        </w:rPr>
        <w:t>Lucie Zapletalová</w:t>
      </w:r>
      <w:r w:rsidRPr="00D20886">
        <w:rPr>
          <w:sz w:val="18"/>
          <w:szCs w:val="18"/>
        </w:rPr>
        <w:t xml:space="preserve">, e-mail: </w:t>
      </w:r>
      <w:hyperlink r:id="rId12" w:history="1">
        <w:r w:rsidRPr="00C54BD8">
          <w:rPr>
            <w:rStyle w:val="Hypertextovodkaz"/>
            <w:sz w:val="18"/>
            <w:szCs w:val="18"/>
          </w:rPr>
          <w:t>ZapletalovaL@spravazeleznic.cz</w:t>
        </w:r>
      </w:hyperlink>
      <w:r w:rsidRPr="00D20886">
        <w:rPr>
          <w:sz w:val="18"/>
          <w:szCs w:val="18"/>
        </w:rPr>
        <w:t xml:space="preserve"> , tel.:</w:t>
      </w:r>
      <w:r w:rsidR="00445970">
        <w:rPr>
          <w:sz w:val="18"/>
          <w:szCs w:val="18"/>
        </w:rPr>
        <w:t xml:space="preserve"> </w:t>
      </w:r>
      <w:r w:rsidRPr="00D20886">
        <w:rPr>
          <w:sz w:val="18"/>
          <w:szCs w:val="18"/>
        </w:rPr>
        <w:t>+420</w:t>
      </w:r>
      <w:r>
        <w:rPr>
          <w:sz w:val="18"/>
          <w:szCs w:val="18"/>
        </w:rPr>
        <w:t> 720 051</w:t>
      </w:r>
      <w:r w:rsidR="001B30FD">
        <w:rPr>
          <w:sz w:val="18"/>
          <w:szCs w:val="18"/>
        </w:rPr>
        <w:t> </w:t>
      </w:r>
      <w:r>
        <w:rPr>
          <w:sz w:val="18"/>
          <w:szCs w:val="18"/>
        </w:rPr>
        <w:t>460</w:t>
      </w:r>
    </w:p>
    <w:p w14:paraId="6774EF6B" w14:textId="77777777" w:rsidR="001B30FD" w:rsidRDefault="001B30FD" w:rsidP="00D20886">
      <w:pPr>
        <w:spacing w:after="120" w:line="264" w:lineRule="auto"/>
        <w:jc w:val="both"/>
        <w:rPr>
          <w:sz w:val="18"/>
          <w:szCs w:val="18"/>
        </w:rPr>
      </w:pPr>
    </w:p>
    <w:p w14:paraId="54410F7C" w14:textId="5260D269" w:rsidR="00D20886" w:rsidRPr="00D20886" w:rsidRDefault="00D20886" w:rsidP="00D20886">
      <w:pPr>
        <w:spacing w:after="120" w:line="264" w:lineRule="auto"/>
        <w:jc w:val="both"/>
        <w:rPr>
          <w:sz w:val="18"/>
          <w:szCs w:val="18"/>
        </w:rPr>
      </w:pPr>
      <w:r w:rsidRPr="00D20886">
        <w:rPr>
          <w:sz w:val="18"/>
          <w:szCs w:val="18"/>
        </w:rPr>
        <w:t>Ve věcech technických:</w:t>
      </w:r>
    </w:p>
    <w:p w14:paraId="5EFBDD63" w14:textId="77777777" w:rsidR="00D20886" w:rsidRPr="00D20886" w:rsidRDefault="00D20886" w:rsidP="00D20886">
      <w:pPr>
        <w:numPr>
          <w:ilvl w:val="0"/>
          <w:numId w:val="11"/>
        </w:numPr>
        <w:spacing w:after="240" w:line="264" w:lineRule="auto"/>
        <w:contextualSpacing/>
        <w:rPr>
          <w:sz w:val="18"/>
          <w:szCs w:val="18"/>
        </w:rPr>
      </w:pPr>
      <w:r w:rsidRPr="00D20886">
        <w:rPr>
          <w:sz w:val="18"/>
          <w:szCs w:val="18"/>
        </w:rPr>
        <w:t xml:space="preserve">Ing. </w:t>
      </w:r>
      <w:r>
        <w:rPr>
          <w:sz w:val="18"/>
          <w:szCs w:val="18"/>
        </w:rPr>
        <w:t>Martin Grečnár</w:t>
      </w:r>
      <w:r w:rsidRPr="00D20886">
        <w:rPr>
          <w:sz w:val="18"/>
          <w:szCs w:val="18"/>
        </w:rPr>
        <w:t xml:space="preserve">, e-mail: </w:t>
      </w:r>
      <w:hyperlink r:id="rId13" w:history="1">
        <w:r w:rsidRPr="00C54BD8">
          <w:rPr>
            <w:rStyle w:val="Hypertextovodkaz"/>
            <w:sz w:val="18"/>
            <w:szCs w:val="18"/>
          </w:rPr>
          <w:t>Grecnar@spravazeleznic.cz</w:t>
        </w:r>
      </w:hyperlink>
      <w:r w:rsidRPr="00D20886">
        <w:rPr>
          <w:sz w:val="18"/>
          <w:szCs w:val="18"/>
        </w:rPr>
        <w:t xml:space="preserve"> , tel.: +420</w:t>
      </w:r>
      <w:r>
        <w:rPr>
          <w:sz w:val="18"/>
          <w:szCs w:val="18"/>
        </w:rPr>
        <w:t> 724 550 166</w:t>
      </w:r>
    </w:p>
    <w:p w14:paraId="7F691AE5" w14:textId="77777777" w:rsidR="00D20886" w:rsidRPr="00D20886" w:rsidRDefault="00D20886" w:rsidP="00D20886">
      <w:pPr>
        <w:spacing w:after="120" w:line="264" w:lineRule="auto"/>
        <w:jc w:val="both"/>
        <w:rPr>
          <w:sz w:val="18"/>
          <w:szCs w:val="18"/>
        </w:rPr>
      </w:pPr>
    </w:p>
    <w:p w14:paraId="7E39ADA9" w14:textId="77777777" w:rsidR="00D20886" w:rsidRPr="00D20886" w:rsidRDefault="00D20886" w:rsidP="00D20886">
      <w:pPr>
        <w:spacing w:after="120" w:line="264" w:lineRule="auto"/>
        <w:jc w:val="both"/>
        <w:rPr>
          <w:sz w:val="18"/>
          <w:szCs w:val="18"/>
        </w:rPr>
      </w:pPr>
      <w:r w:rsidRPr="00D20886">
        <w:rPr>
          <w:sz w:val="18"/>
          <w:szCs w:val="18"/>
        </w:rPr>
        <w:t>Ve věci kontroly požití alkoholu a/nebo návykových látek:</w:t>
      </w:r>
    </w:p>
    <w:p w14:paraId="05C830F2" w14:textId="65E13CB7" w:rsidR="00D20886" w:rsidRPr="001B30FD" w:rsidRDefault="001B30FD" w:rsidP="00D20886">
      <w:pPr>
        <w:numPr>
          <w:ilvl w:val="0"/>
          <w:numId w:val="11"/>
        </w:numPr>
        <w:spacing w:after="120" w:line="264" w:lineRule="auto"/>
        <w:contextualSpacing/>
        <w:jc w:val="both"/>
        <w:rPr>
          <w:rFonts w:asciiTheme="minorHAnsi" w:hAnsiTheme="minorHAnsi"/>
          <w:sz w:val="18"/>
          <w:szCs w:val="18"/>
        </w:rPr>
      </w:pPr>
      <w:bookmarkStart w:id="4" w:name="_Hlk167782611"/>
      <w:r>
        <w:rPr>
          <w:rFonts w:asciiTheme="minorHAnsi" w:hAnsiTheme="minorHAnsi"/>
          <w:sz w:val="18"/>
          <w:szCs w:val="18"/>
        </w:rPr>
        <w:t xml:space="preserve">Ing. Václav </w:t>
      </w:r>
      <w:proofErr w:type="spellStart"/>
      <w:r>
        <w:rPr>
          <w:rFonts w:asciiTheme="minorHAnsi" w:hAnsiTheme="minorHAnsi"/>
          <w:sz w:val="18"/>
          <w:szCs w:val="18"/>
        </w:rPr>
        <w:t>Matuszný</w:t>
      </w:r>
      <w:proofErr w:type="spellEnd"/>
      <w:r w:rsidR="00D20886" w:rsidRPr="00D20886">
        <w:rPr>
          <w:rFonts w:asciiTheme="minorHAnsi" w:hAnsiTheme="minorHAnsi"/>
          <w:sz w:val="18"/>
          <w:szCs w:val="18"/>
        </w:rPr>
        <w:t xml:space="preserve">, </w:t>
      </w:r>
      <w:r w:rsidR="00D20886" w:rsidRPr="00D20886">
        <w:rPr>
          <w:sz w:val="18"/>
          <w:szCs w:val="18"/>
        </w:rPr>
        <w:t xml:space="preserve">e-mail: </w:t>
      </w:r>
      <w:r>
        <w:rPr>
          <w:noProof/>
          <w:color w:val="0563C1" w:themeColor="hyperlink"/>
          <w:sz w:val="18"/>
          <w:szCs w:val="18"/>
          <w:u w:val="single"/>
        </w:rPr>
        <w:t>Matuszny</w:t>
      </w:r>
      <w:r w:rsidR="00D20886" w:rsidRPr="00D20886">
        <w:rPr>
          <w:noProof/>
          <w:color w:val="0563C1" w:themeColor="hyperlink"/>
          <w:sz w:val="18"/>
          <w:szCs w:val="18"/>
          <w:u w:val="single"/>
        </w:rPr>
        <w:t>@spravazeleznic.cz,</w:t>
      </w:r>
      <w:r w:rsidR="00D20886" w:rsidRPr="00D20886">
        <w:rPr>
          <w:sz w:val="18"/>
          <w:szCs w:val="18"/>
        </w:rPr>
        <w:t xml:space="preserve"> tel.: +420 724 932</w:t>
      </w:r>
      <w:r>
        <w:rPr>
          <w:sz w:val="18"/>
          <w:szCs w:val="18"/>
        </w:rPr>
        <w:t> </w:t>
      </w:r>
      <w:r w:rsidR="00D20886" w:rsidRPr="00D20886">
        <w:rPr>
          <w:sz w:val="18"/>
          <w:szCs w:val="18"/>
        </w:rPr>
        <w:t>3</w:t>
      </w:r>
      <w:r>
        <w:rPr>
          <w:sz w:val="18"/>
          <w:szCs w:val="18"/>
        </w:rPr>
        <w:t>27</w:t>
      </w:r>
    </w:p>
    <w:p w14:paraId="3F588D4F" w14:textId="77777777" w:rsidR="001B30FD" w:rsidRPr="00D20886" w:rsidRDefault="001B30FD" w:rsidP="001B30FD">
      <w:pPr>
        <w:spacing w:after="120" w:line="264" w:lineRule="auto"/>
        <w:ind w:left="720"/>
        <w:contextualSpacing/>
        <w:jc w:val="both"/>
        <w:rPr>
          <w:rFonts w:asciiTheme="minorHAnsi" w:hAnsiTheme="minorHAnsi"/>
          <w:sz w:val="18"/>
          <w:szCs w:val="18"/>
        </w:rPr>
      </w:pPr>
    </w:p>
    <w:bookmarkEnd w:id="4"/>
    <w:p w14:paraId="6C0A73D3"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680A638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7199383D"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E0F623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F379ABE" w14:textId="77777777" w:rsidR="00C96E7C" w:rsidRDefault="00C96E7C" w:rsidP="00150E39">
      <w:pPr>
        <w:pStyle w:val="PNNadpis10bPod-l111"/>
      </w:pPr>
      <w:r>
        <w:t xml:space="preserve">4.2 </w:t>
      </w:r>
      <w:r w:rsidR="00150E39">
        <w:tab/>
      </w:r>
      <w:r>
        <w:t>Zajištění splnění smlouvy</w:t>
      </w:r>
    </w:p>
    <w:p w14:paraId="23383ECC" w14:textId="3BD3CB45"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w:t>
      </w:r>
      <w:r w:rsidR="00EE264D">
        <w:t xml:space="preserve"> celkové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FCDCE6F" w14:textId="599D3E3C"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w:t>
      </w:r>
      <w:r w:rsidR="00EE264D">
        <w:t xml:space="preserve"> celkové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5754640" w14:textId="77777777" w:rsidR="00C96E7C" w:rsidRPr="00CB67FD" w:rsidRDefault="00C96E7C" w:rsidP="00150E39">
      <w:pPr>
        <w:pStyle w:val="PNNadpis10bPod-l111"/>
      </w:pPr>
      <w:r w:rsidRPr="00CB67FD">
        <w:t xml:space="preserve">4.3 </w:t>
      </w:r>
      <w:r w:rsidR="00150E39">
        <w:tab/>
      </w:r>
      <w:r w:rsidRPr="00CB67FD">
        <w:t>Zástupce zhotovitele</w:t>
      </w:r>
    </w:p>
    <w:p w14:paraId="0F14DB7F" w14:textId="77777777" w:rsidR="00C96E7C" w:rsidRDefault="00071A0E" w:rsidP="005D168C">
      <w:pPr>
        <w:pStyle w:val="PNTextzkladn"/>
      </w:pPr>
      <w:r>
        <w:t xml:space="preserve"> [</w:t>
      </w:r>
      <w:r w:rsidRPr="00E41EEA">
        <w:rPr>
          <w:highlight w:val="yellow"/>
        </w:rPr>
        <w:t>VLOŽÍ ZHOTOVITE</w:t>
      </w:r>
      <w:r>
        <w:t>L]</w:t>
      </w:r>
    </w:p>
    <w:p w14:paraId="2E354D3D"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DE0D62E"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45858551"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E584FC4"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0CF8D5CB"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12E7A14" w14:textId="77777777" w:rsidR="00C96E7C" w:rsidRPr="009C1450" w:rsidRDefault="00C96E7C" w:rsidP="00150E39">
      <w:pPr>
        <w:pStyle w:val="PNNadpis10bPod-l111"/>
      </w:pPr>
      <w:r w:rsidRPr="009B641A">
        <w:t>4.</w:t>
      </w:r>
      <w:r w:rsidRPr="009C1450">
        <w:t>27</w:t>
      </w:r>
      <w:r w:rsidR="00150E39">
        <w:tab/>
      </w:r>
      <w:r w:rsidRPr="00AD62C8">
        <w:t>Smluvní pokuta</w:t>
      </w:r>
    </w:p>
    <w:p w14:paraId="2F0E26FC" w14:textId="77777777" w:rsidR="00C96E7C" w:rsidRDefault="00C96E7C" w:rsidP="005D168C">
      <w:pPr>
        <w:pStyle w:val="PNTextzkladn"/>
      </w:pPr>
      <w:r w:rsidRPr="00071A0E">
        <w:t>Výše smluvní pokuty dle jednotlivých</w:t>
      </w:r>
      <w:r>
        <w:t xml:space="preserve"> ustanovení Smluvních podmínek činí:</w:t>
      </w:r>
    </w:p>
    <w:p w14:paraId="4CFA6398" w14:textId="77777777" w:rsidR="00C96E7C" w:rsidRPr="00CF609C" w:rsidRDefault="00C96E7C" w:rsidP="00CF609C">
      <w:pPr>
        <w:pStyle w:val="PNNadpis9b-tun"/>
        <w:rPr>
          <w:rStyle w:val="Tun-ZRUIT"/>
        </w:rPr>
      </w:pPr>
      <w:r w:rsidRPr="00CF609C">
        <w:rPr>
          <w:rStyle w:val="Tun-ZRUIT"/>
        </w:rPr>
        <w:t>Pod-článek 4.27 (a)</w:t>
      </w:r>
    </w:p>
    <w:p w14:paraId="3CCB941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8FCEFF9" w14:textId="77777777" w:rsidR="00C96E7C" w:rsidRPr="00CF609C" w:rsidRDefault="00C96E7C" w:rsidP="00CF609C">
      <w:pPr>
        <w:pStyle w:val="PNNadpis9b-tun"/>
      </w:pPr>
      <w:r w:rsidRPr="00CF609C">
        <w:t>Pod-článek 4.27 (b)</w:t>
      </w:r>
    </w:p>
    <w:p w14:paraId="4A8F1772"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835125"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ECCE563"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588E500" w14:textId="77777777" w:rsidR="00C96E7C" w:rsidRPr="00CF609C" w:rsidRDefault="00C96E7C" w:rsidP="00CF609C">
      <w:pPr>
        <w:pStyle w:val="PNNadpis9b-tun"/>
      </w:pPr>
      <w:r w:rsidRPr="00CF609C">
        <w:t>Pod-článek 4.27 (c)</w:t>
      </w:r>
    </w:p>
    <w:p w14:paraId="7FC60943" w14:textId="77777777" w:rsidR="00C96E7C" w:rsidRPr="00CF609C" w:rsidRDefault="00C96E7C" w:rsidP="00CF609C">
      <w:pPr>
        <w:pStyle w:val="PNTextzkladn"/>
      </w:pPr>
      <w:r w:rsidRPr="00CF609C">
        <w:t>Zhotovitel je povinen uhradit smluvní pokutu ve výši 10 000 Kč za každé porušení povinnosti.</w:t>
      </w:r>
    </w:p>
    <w:p w14:paraId="6B5E4E7E" w14:textId="77777777" w:rsidR="00C96E7C" w:rsidRPr="00CF609C" w:rsidRDefault="00C96E7C" w:rsidP="00CF609C">
      <w:pPr>
        <w:pStyle w:val="PNNadpis9b-tun"/>
      </w:pPr>
      <w:r w:rsidRPr="00CF609C">
        <w:t>Pod-článek 4.27 (d)</w:t>
      </w:r>
    </w:p>
    <w:p w14:paraId="1BF61B0E"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B78B57D"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0D7483C"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DFB1F1C" w14:textId="77777777" w:rsidR="00C96E7C" w:rsidRPr="00CF609C" w:rsidRDefault="00C96E7C" w:rsidP="00CF609C">
      <w:pPr>
        <w:pStyle w:val="PNNadpis9b-tun"/>
      </w:pPr>
      <w:r w:rsidRPr="00CF609C">
        <w:t>Pod-článek 4.27 (f)</w:t>
      </w:r>
    </w:p>
    <w:p w14:paraId="75E52BA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3C834CD" w14:textId="77777777" w:rsidR="00C96E7C" w:rsidRPr="00CF609C" w:rsidRDefault="00C96E7C" w:rsidP="00CF609C">
      <w:pPr>
        <w:pStyle w:val="PNNadpis9b-tun"/>
      </w:pPr>
      <w:r w:rsidRPr="00CF609C">
        <w:t>Pod-článek 4.27 (g)</w:t>
      </w:r>
    </w:p>
    <w:p w14:paraId="629E90FC"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82CFEC4" w14:textId="77777777" w:rsidR="00C96E7C" w:rsidRPr="00CF609C" w:rsidRDefault="00C96E7C" w:rsidP="00CF609C">
      <w:pPr>
        <w:pStyle w:val="PNNadpis9b-tun"/>
      </w:pPr>
      <w:r w:rsidRPr="00CF609C">
        <w:t>Pod-článek 4.27 (h)</w:t>
      </w:r>
    </w:p>
    <w:p w14:paraId="7136A2A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809FD63" w14:textId="77777777" w:rsidR="00C96E7C" w:rsidRPr="00CF609C" w:rsidRDefault="00C96E7C" w:rsidP="00CF609C">
      <w:pPr>
        <w:pStyle w:val="PNNadpis9b-tun"/>
      </w:pPr>
      <w:r w:rsidRPr="00CF609C">
        <w:t>Pod-článek 4.27 (i)</w:t>
      </w:r>
    </w:p>
    <w:p w14:paraId="124AA565"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4B7D2C8" w14:textId="77777777" w:rsidR="00C96E7C" w:rsidRPr="00CF609C" w:rsidRDefault="00C96E7C" w:rsidP="00CF609C">
      <w:pPr>
        <w:pStyle w:val="PNNadpis9b-tun"/>
      </w:pPr>
      <w:r w:rsidRPr="00CF609C">
        <w:t>Pod-článek 4.27(j)</w:t>
      </w:r>
    </w:p>
    <w:p w14:paraId="2B1E1A40"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CE1C9B0" w14:textId="77777777" w:rsidR="00C96E7C" w:rsidRPr="00CF609C" w:rsidRDefault="00C96E7C" w:rsidP="00CF609C">
      <w:pPr>
        <w:pStyle w:val="PNNadpis9b-tun"/>
      </w:pPr>
      <w:r w:rsidRPr="00CF609C">
        <w:t>Pod-článek 4.27 (k)</w:t>
      </w:r>
    </w:p>
    <w:p w14:paraId="3D0346D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1C29BFF" w14:textId="77777777" w:rsidR="00C96E7C" w:rsidRPr="00CF609C" w:rsidRDefault="00C96E7C" w:rsidP="00CF609C">
      <w:pPr>
        <w:pStyle w:val="PNNadpis9b-tun"/>
      </w:pPr>
      <w:r w:rsidRPr="00CF609C">
        <w:t>Pod-článek 4.27 (l)</w:t>
      </w:r>
    </w:p>
    <w:p w14:paraId="61E76E4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67FC364" w14:textId="77777777" w:rsidR="00C96E7C" w:rsidRPr="00CF609C" w:rsidRDefault="00C96E7C" w:rsidP="00CF609C">
      <w:pPr>
        <w:pStyle w:val="PNNadpis9b-tun"/>
      </w:pPr>
      <w:r w:rsidRPr="00CF609C">
        <w:lastRenderedPageBreak/>
        <w:t>Pod-článek 4.27 (m)</w:t>
      </w:r>
    </w:p>
    <w:p w14:paraId="6E777C0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78DD7121" w14:textId="77777777" w:rsidR="00C96E7C" w:rsidRPr="00CF609C" w:rsidRDefault="00C96E7C" w:rsidP="00CF609C">
      <w:pPr>
        <w:pStyle w:val="PNNadpis9b-tun"/>
      </w:pPr>
      <w:proofErr w:type="gramStart"/>
      <w:r w:rsidRPr="00CF609C">
        <w:t>Pod- článek</w:t>
      </w:r>
      <w:proofErr w:type="gramEnd"/>
      <w:r w:rsidRPr="00CF609C">
        <w:t xml:space="preserve"> 4.27 (n)</w:t>
      </w:r>
    </w:p>
    <w:p w14:paraId="6249EA82"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8B6703E" w14:textId="77777777" w:rsidR="00C96E7C" w:rsidRPr="00CF609C" w:rsidRDefault="00C96E7C" w:rsidP="00CF609C">
      <w:pPr>
        <w:pStyle w:val="PNNadpis9b-tun"/>
      </w:pPr>
      <w:r w:rsidRPr="00CF609C">
        <w:t>Pod-článek 4.27 (o)</w:t>
      </w:r>
    </w:p>
    <w:p w14:paraId="19FCCD6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260717D" w14:textId="77777777" w:rsidR="00C96E7C" w:rsidRPr="00CF609C" w:rsidRDefault="00C96E7C" w:rsidP="00CF609C">
      <w:pPr>
        <w:pStyle w:val="PNNadpis9b-tun"/>
      </w:pPr>
      <w:r w:rsidRPr="00CF609C">
        <w:t>Pod-článek 4.27 (p)</w:t>
      </w:r>
    </w:p>
    <w:p w14:paraId="18EE7B10"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FF3E690" w14:textId="77777777" w:rsidR="00C96E7C" w:rsidRPr="00CF609C" w:rsidRDefault="00C96E7C" w:rsidP="00CF609C">
      <w:pPr>
        <w:pStyle w:val="PNNadpis9b-tun"/>
      </w:pPr>
      <w:r w:rsidRPr="00CF609C">
        <w:t xml:space="preserve">Pod-článek 4.27 (q) </w:t>
      </w:r>
    </w:p>
    <w:p w14:paraId="1AE0DC4F"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F708CCE" w14:textId="77777777" w:rsidR="00C96E7C" w:rsidRPr="00CF609C" w:rsidRDefault="00C96E7C" w:rsidP="00CF609C">
      <w:pPr>
        <w:pStyle w:val="PNNadpis9b-tun"/>
      </w:pPr>
      <w:r w:rsidRPr="00CF609C">
        <w:t>Pod-článek 4.27 (r)</w:t>
      </w:r>
    </w:p>
    <w:p w14:paraId="5BD686F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0047A2F" w14:textId="77777777" w:rsidR="00C45177" w:rsidRPr="00CF609C" w:rsidRDefault="00C45177" w:rsidP="00CF609C">
      <w:pPr>
        <w:pStyle w:val="PNNadpis9b-tun"/>
      </w:pPr>
      <w:r w:rsidRPr="00CF609C">
        <w:t>Pod-článek 4.27 (s)</w:t>
      </w:r>
    </w:p>
    <w:p w14:paraId="56D04FB7"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08EF5E0" w14:textId="77777777" w:rsidR="001927B4" w:rsidRPr="00CF609C" w:rsidRDefault="001927B4" w:rsidP="00CF609C">
      <w:pPr>
        <w:pStyle w:val="PNNadpis9b-tun"/>
      </w:pPr>
      <w:r w:rsidRPr="00CF609C">
        <w:t>Pod-článek 4.27 (t)</w:t>
      </w:r>
    </w:p>
    <w:p w14:paraId="577B5669"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31AED14A" w14:textId="77777777" w:rsidR="001927B4" w:rsidRPr="00CF609C" w:rsidRDefault="001927B4" w:rsidP="00CF609C">
      <w:pPr>
        <w:pStyle w:val="PNNadpis9b-tun"/>
      </w:pPr>
      <w:r w:rsidRPr="00CF609C">
        <w:t>Pod-článek 4.27 (u)</w:t>
      </w:r>
    </w:p>
    <w:p w14:paraId="1A9FC0E1" w14:textId="77777777" w:rsidR="001927B4" w:rsidRPr="00CF609C" w:rsidRDefault="001927B4" w:rsidP="00CF609C">
      <w:pPr>
        <w:pStyle w:val="PNTextzkladn"/>
      </w:pPr>
      <w:r w:rsidRPr="00CF609C">
        <w:t>Zhotovitel je povinen uhradit smluvní pokutu:</w:t>
      </w:r>
    </w:p>
    <w:p w14:paraId="7DB725AA"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62CF838"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63B7A26"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2C9DCBF"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526562B" w14:textId="77777777" w:rsidR="001927B4" w:rsidRPr="00CF609C" w:rsidRDefault="001927B4" w:rsidP="00CF609C">
      <w:pPr>
        <w:pStyle w:val="PNNadpis9b-tun"/>
      </w:pPr>
      <w:r w:rsidRPr="00CF609C">
        <w:t>Pod-článek 4.27 (v)</w:t>
      </w:r>
    </w:p>
    <w:p w14:paraId="1AC46DBD"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CB2B563" w14:textId="77777777" w:rsidR="001927B4" w:rsidRPr="00CF609C" w:rsidRDefault="001927B4" w:rsidP="00D42C7E">
      <w:pPr>
        <w:pStyle w:val="PNNadpis9b-tun"/>
      </w:pPr>
      <w:r w:rsidRPr="00CF609C">
        <w:t>Pod-článek 4.27 (w)</w:t>
      </w:r>
    </w:p>
    <w:p w14:paraId="6EE58CF9" w14:textId="4B4DF2EC"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445970">
        <w:t>,</w:t>
      </w:r>
      <w:r w:rsidRPr="00CF609C">
        <w:t xml:space="preserve"> byť i započatý den prodlení se splněním povinnosti.</w:t>
      </w:r>
    </w:p>
    <w:p w14:paraId="775E2FF4" w14:textId="77777777" w:rsidR="001927B4" w:rsidRPr="00CF609C" w:rsidRDefault="001927B4" w:rsidP="00CF609C">
      <w:pPr>
        <w:pStyle w:val="PNNadpis9b-tun"/>
      </w:pPr>
      <w:r w:rsidRPr="00CF609C">
        <w:t>Pod-článek 4.27 (x)</w:t>
      </w:r>
    </w:p>
    <w:p w14:paraId="73629B73"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28F275B4" w14:textId="77777777" w:rsidR="00C96E7C" w:rsidRDefault="00C96E7C" w:rsidP="00150E39">
      <w:pPr>
        <w:pStyle w:val="PNNadpis10bPod-l111"/>
      </w:pPr>
      <w:r>
        <w:t>4.27</w:t>
      </w:r>
      <w:r w:rsidR="00150E39">
        <w:tab/>
      </w:r>
      <w:r>
        <w:t>Maximální celková výše smluvních pokut</w:t>
      </w:r>
    </w:p>
    <w:p w14:paraId="789A35A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F0961DF" w14:textId="77777777" w:rsidR="00C96E7C" w:rsidRDefault="00C96E7C" w:rsidP="00150E39">
      <w:pPr>
        <w:pStyle w:val="PNNadpis10bPod-l111"/>
      </w:pPr>
      <w:bookmarkStart w:id="5" w:name="_Hlk169009153"/>
      <w:r>
        <w:lastRenderedPageBreak/>
        <w:t>4.28</w:t>
      </w:r>
      <w:r w:rsidR="00150E39">
        <w:tab/>
      </w:r>
      <w:r>
        <w:t>Postupné závazné milníky</w:t>
      </w:r>
    </w:p>
    <w:p w14:paraId="35FC7AF5" w14:textId="77777777" w:rsidR="00500582" w:rsidRPr="00CF609C" w:rsidRDefault="00500582" w:rsidP="00150E39">
      <w:pPr>
        <w:pStyle w:val="PNTextzkladn"/>
        <w:keepNext/>
      </w:pPr>
      <w:r>
        <w:t xml:space="preserve">Pro provádění Díla </w:t>
      </w:r>
      <w:r w:rsidRPr="00CF609C">
        <w:t>jsou stanoveny následující milníky:</w:t>
      </w:r>
    </w:p>
    <w:p w14:paraId="61CF6C0C" w14:textId="40D8E50D" w:rsidR="00B72CC1" w:rsidRPr="00B72CC1" w:rsidRDefault="00B72CC1" w:rsidP="005C241A">
      <w:pPr>
        <w:spacing w:after="0" w:line="240" w:lineRule="auto"/>
        <w:rPr>
          <w:rFonts w:asciiTheme="minorHAnsi" w:hAnsiTheme="minorHAnsi"/>
          <w:b/>
          <w:sz w:val="18"/>
          <w:szCs w:val="18"/>
        </w:rPr>
      </w:pPr>
      <w:bookmarkStart w:id="6" w:name="_Hlk169006619"/>
      <w:r w:rsidRPr="00B72CC1">
        <w:rPr>
          <w:rFonts w:asciiTheme="minorHAnsi" w:hAnsiTheme="minorHAnsi"/>
          <w:b/>
          <w:sz w:val="18"/>
          <w:szCs w:val="18"/>
        </w:rPr>
        <w:t>Stavba 1:</w:t>
      </w:r>
    </w:p>
    <w:p w14:paraId="7F1BE062" w14:textId="0E1653CB" w:rsidR="005C241A" w:rsidRPr="00B72CC1" w:rsidRDefault="00B72CC1" w:rsidP="005C241A">
      <w:pPr>
        <w:spacing w:after="0" w:line="240" w:lineRule="auto"/>
        <w:rPr>
          <w:rFonts w:asciiTheme="minorHAnsi" w:hAnsiTheme="minorHAnsi"/>
          <w:sz w:val="18"/>
          <w:szCs w:val="18"/>
        </w:rPr>
      </w:pPr>
      <w:bookmarkStart w:id="7" w:name="_Hlk169008891"/>
      <w:bookmarkStart w:id="8" w:name="_Hlk169006486"/>
      <w:r w:rsidRPr="00B72CC1">
        <w:rPr>
          <w:rFonts w:asciiTheme="minorHAnsi" w:hAnsiTheme="minorHAnsi"/>
          <w:sz w:val="18"/>
          <w:szCs w:val="18"/>
        </w:rPr>
        <w:t xml:space="preserve">Milník č. 1: </w:t>
      </w:r>
      <w:bookmarkEnd w:id="7"/>
      <w:r w:rsidR="005C241A" w:rsidRPr="00B72CC1">
        <w:rPr>
          <w:rFonts w:asciiTheme="minorHAnsi" w:hAnsiTheme="minorHAnsi"/>
          <w:sz w:val="18"/>
          <w:szCs w:val="18"/>
        </w:rPr>
        <w:t>Lhůta pro dodání kontejnerové technologie nejpozději do</w:t>
      </w:r>
      <w:r w:rsidR="005C241A" w:rsidRPr="00B72CC1">
        <w:rPr>
          <w:rFonts w:asciiTheme="minorHAnsi" w:hAnsiTheme="minorHAnsi"/>
          <w:b/>
          <w:sz w:val="18"/>
          <w:szCs w:val="18"/>
        </w:rPr>
        <w:t xml:space="preserve"> 31.03.2025</w:t>
      </w:r>
      <w:r w:rsidR="005C241A" w:rsidRPr="00B72CC1">
        <w:rPr>
          <w:rFonts w:asciiTheme="minorHAnsi" w:hAnsiTheme="minorHAnsi"/>
          <w:sz w:val="18"/>
          <w:szCs w:val="18"/>
        </w:rPr>
        <w:t xml:space="preserve">. </w:t>
      </w:r>
    </w:p>
    <w:p w14:paraId="6B7C1712" w14:textId="7E47A390" w:rsidR="005C241A" w:rsidRPr="00B72CC1" w:rsidRDefault="00B72CC1" w:rsidP="005C241A">
      <w:pPr>
        <w:spacing w:after="0" w:line="240" w:lineRule="auto"/>
        <w:rPr>
          <w:rFonts w:asciiTheme="minorHAnsi" w:hAnsiTheme="minorHAnsi"/>
          <w:sz w:val="18"/>
          <w:szCs w:val="18"/>
        </w:rPr>
      </w:pPr>
      <w:r w:rsidRPr="00B72CC1">
        <w:rPr>
          <w:rFonts w:asciiTheme="minorHAnsi" w:eastAsia="Times New Roman" w:hAnsiTheme="minorHAnsi" w:cs="Times New Roman"/>
          <w:iCs/>
          <w:sz w:val="18"/>
          <w:szCs w:val="18"/>
          <w:lang w:eastAsia="cs-CZ"/>
        </w:rPr>
        <w:t xml:space="preserve">Milník č. 2: </w:t>
      </w:r>
      <w:r w:rsidR="005C241A" w:rsidRPr="00B72CC1">
        <w:rPr>
          <w:rFonts w:asciiTheme="minorHAnsi" w:eastAsia="Times New Roman" w:hAnsiTheme="minorHAnsi" w:cs="Times New Roman"/>
          <w:iCs/>
          <w:sz w:val="18"/>
          <w:szCs w:val="18"/>
          <w:lang w:eastAsia="cs-CZ"/>
        </w:rPr>
        <w:t xml:space="preserve">Zprovoznění trakční dobíjecí stanice a ověření funkčnosti nabíjecí troleje </w:t>
      </w:r>
      <w:r w:rsidR="003451F7">
        <w:rPr>
          <w:rFonts w:asciiTheme="minorHAnsi" w:eastAsia="Times New Roman" w:hAnsiTheme="minorHAnsi" w:cs="Times New Roman"/>
          <w:iCs/>
          <w:sz w:val="18"/>
          <w:szCs w:val="18"/>
          <w:lang w:eastAsia="cs-CZ"/>
        </w:rPr>
        <w:br/>
      </w:r>
      <w:r w:rsidR="005C241A" w:rsidRPr="00B72CC1">
        <w:rPr>
          <w:rFonts w:asciiTheme="minorHAnsi" w:eastAsia="Times New Roman" w:hAnsiTheme="minorHAnsi" w:cs="Times New Roman"/>
          <w:iCs/>
          <w:sz w:val="18"/>
          <w:szCs w:val="18"/>
          <w:lang w:eastAsia="cs-CZ"/>
        </w:rPr>
        <w:t>do</w:t>
      </w:r>
      <w:r w:rsidR="003451F7">
        <w:rPr>
          <w:rFonts w:asciiTheme="minorHAnsi" w:eastAsia="Times New Roman" w:hAnsiTheme="minorHAnsi" w:cs="Times New Roman"/>
          <w:iCs/>
          <w:sz w:val="18"/>
          <w:szCs w:val="18"/>
          <w:lang w:eastAsia="cs-CZ"/>
        </w:rPr>
        <w:t xml:space="preserve"> </w:t>
      </w:r>
      <w:r w:rsidR="005C241A" w:rsidRPr="00B72CC1">
        <w:rPr>
          <w:rFonts w:asciiTheme="minorHAnsi" w:eastAsia="Times New Roman" w:hAnsiTheme="minorHAnsi" w:cs="Times New Roman"/>
          <w:b/>
          <w:iCs/>
          <w:sz w:val="18"/>
          <w:szCs w:val="18"/>
          <w:lang w:eastAsia="cs-CZ"/>
        </w:rPr>
        <w:t>30.06.2025</w:t>
      </w:r>
      <w:r w:rsidR="005C241A" w:rsidRPr="00B72CC1">
        <w:rPr>
          <w:rFonts w:asciiTheme="minorHAnsi" w:eastAsia="Times New Roman" w:hAnsiTheme="minorHAnsi" w:cs="Times New Roman"/>
          <w:iCs/>
          <w:sz w:val="18"/>
          <w:szCs w:val="18"/>
          <w:lang w:eastAsia="cs-CZ"/>
        </w:rPr>
        <w:t xml:space="preserve">. </w:t>
      </w:r>
    </w:p>
    <w:bookmarkEnd w:id="8"/>
    <w:p w14:paraId="128DF6F7" w14:textId="275FB949" w:rsidR="005C241A" w:rsidRPr="00B72CC1" w:rsidRDefault="005C241A" w:rsidP="005C241A">
      <w:pPr>
        <w:spacing w:after="0" w:line="240" w:lineRule="auto"/>
        <w:rPr>
          <w:sz w:val="18"/>
          <w:szCs w:val="18"/>
        </w:rPr>
      </w:pPr>
      <w:r w:rsidRPr="00B72CC1">
        <w:rPr>
          <w:sz w:val="18"/>
          <w:szCs w:val="18"/>
        </w:rPr>
        <w:t xml:space="preserve"> </w:t>
      </w:r>
    </w:p>
    <w:p w14:paraId="1E53EAAE" w14:textId="1C029B47" w:rsidR="00B72CC1" w:rsidRPr="00B72CC1" w:rsidRDefault="00B72CC1" w:rsidP="005C241A">
      <w:pPr>
        <w:spacing w:after="0" w:line="240" w:lineRule="auto"/>
        <w:rPr>
          <w:b/>
          <w:sz w:val="18"/>
          <w:szCs w:val="18"/>
        </w:rPr>
      </w:pPr>
      <w:r w:rsidRPr="00B72CC1">
        <w:rPr>
          <w:b/>
          <w:sz w:val="18"/>
          <w:szCs w:val="18"/>
        </w:rPr>
        <w:t>Stavba 2:</w:t>
      </w:r>
    </w:p>
    <w:p w14:paraId="6E88586E" w14:textId="085EE5C4" w:rsidR="00B72CC1" w:rsidRPr="00B72CC1" w:rsidRDefault="00B72CC1" w:rsidP="00B72CC1">
      <w:pPr>
        <w:spacing w:after="0" w:line="240" w:lineRule="auto"/>
        <w:rPr>
          <w:rFonts w:asciiTheme="minorHAnsi" w:hAnsiTheme="minorHAnsi"/>
          <w:sz w:val="18"/>
          <w:szCs w:val="18"/>
        </w:rPr>
      </w:pPr>
      <w:bookmarkStart w:id="9" w:name="_Hlk169006527"/>
      <w:r w:rsidRPr="00B72CC1">
        <w:rPr>
          <w:rFonts w:asciiTheme="minorHAnsi" w:hAnsiTheme="minorHAnsi"/>
          <w:sz w:val="18"/>
          <w:szCs w:val="18"/>
        </w:rPr>
        <w:t>Milník č. 1: Lhůta pro dodání kontejnerové technologie nejpozději do</w:t>
      </w:r>
      <w:r w:rsidRPr="00B72CC1">
        <w:rPr>
          <w:rFonts w:asciiTheme="minorHAnsi" w:hAnsiTheme="minorHAnsi"/>
          <w:b/>
          <w:sz w:val="18"/>
          <w:szCs w:val="18"/>
        </w:rPr>
        <w:t xml:space="preserve"> 31.08.2025</w:t>
      </w:r>
      <w:r w:rsidRPr="00B72CC1">
        <w:rPr>
          <w:rFonts w:asciiTheme="minorHAnsi" w:hAnsiTheme="minorHAnsi"/>
          <w:sz w:val="18"/>
          <w:szCs w:val="18"/>
        </w:rPr>
        <w:t xml:space="preserve">. </w:t>
      </w:r>
    </w:p>
    <w:p w14:paraId="7FB57043" w14:textId="1D5ABE68" w:rsidR="00B72CC1" w:rsidRPr="00B72CC1" w:rsidRDefault="00B72CC1" w:rsidP="00B72CC1">
      <w:pPr>
        <w:spacing w:after="0" w:line="240" w:lineRule="auto"/>
        <w:rPr>
          <w:rFonts w:asciiTheme="minorHAnsi" w:hAnsiTheme="minorHAnsi"/>
          <w:sz w:val="18"/>
          <w:szCs w:val="18"/>
        </w:rPr>
      </w:pPr>
      <w:r w:rsidRPr="00B72CC1">
        <w:rPr>
          <w:rFonts w:asciiTheme="minorHAnsi" w:eastAsia="Times New Roman" w:hAnsiTheme="minorHAnsi" w:cs="Times New Roman"/>
          <w:iCs/>
          <w:sz w:val="18"/>
          <w:szCs w:val="18"/>
          <w:lang w:eastAsia="cs-CZ"/>
        </w:rPr>
        <w:t xml:space="preserve">Milník č. 2: Zprovoznění trakční dobíjecí stanice a ověření funkčnosti nabíjecí troleje </w:t>
      </w:r>
      <w:r w:rsidR="003451F7">
        <w:rPr>
          <w:rFonts w:asciiTheme="minorHAnsi" w:eastAsia="Times New Roman" w:hAnsiTheme="minorHAnsi" w:cs="Times New Roman"/>
          <w:iCs/>
          <w:sz w:val="18"/>
          <w:szCs w:val="18"/>
          <w:lang w:eastAsia="cs-CZ"/>
        </w:rPr>
        <w:br/>
      </w:r>
      <w:r w:rsidRPr="00B72CC1">
        <w:rPr>
          <w:rFonts w:asciiTheme="minorHAnsi" w:eastAsia="Times New Roman" w:hAnsiTheme="minorHAnsi" w:cs="Times New Roman"/>
          <w:iCs/>
          <w:sz w:val="18"/>
          <w:szCs w:val="18"/>
          <w:lang w:eastAsia="cs-CZ"/>
        </w:rPr>
        <w:t xml:space="preserve">do </w:t>
      </w:r>
      <w:r w:rsidRPr="00B72CC1">
        <w:rPr>
          <w:rFonts w:asciiTheme="minorHAnsi" w:eastAsia="Times New Roman" w:hAnsiTheme="minorHAnsi" w:cs="Times New Roman"/>
          <w:b/>
          <w:iCs/>
          <w:sz w:val="18"/>
          <w:szCs w:val="18"/>
          <w:lang w:eastAsia="cs-CZ"/>
        </w:rPr>
        <w:t>30.11.2025</w:t>
      </w:r>
      <w:r w:rsidRPr="00B72CC1">
        <w:rPr>
          <w:rFonts w:asciiTheme="minorHAnsi" w:eastAsia="Times New Roman" w:hAnsiTheme="minorHAnsi" w:cs="Times New Roman"/>
          <w:iCs/>
          <w:sz w:val="18"/>
          <w:szCs w:val="18"/>
          <w:lang w:eastAsia="cs-CZ"/>
        </w:rPr>
        <w:t xml:space="preserve">. </w:t>
      </w:r>
    </w:p>
    <w:bookmarkEnd w:id="9"/>
    <w:p w14:paraId="6CF11CB5" w14:textId="53DAC756" w:rsidR="005C241A" w:rsidRPr="00B72CC1" w:rsidRDefault="005C241A" w:rsidP="005C241A">
      <w:pPr>
        <w:spacing w:after="0" w:line="240" w:lineRule="auto"/>
        <w:rPr>
          <w:rFonts w:asciiTheme="minorHAnsi" w:hAnsiTheme="minorHAnsi"/>
          <w:sz w:val="18"/>
          <w:szCs w:val="18"/>
        </w:rPr>
      </w:pPr>
    </w:p>
    <w:p w14:paraId="0B1E1905" w14:textId="1C8CAC44" w:rsidR="00B72CC1" w:rsidRPr="00B72CC1" w:rsidRDefault="00B72CC1" w:rsidP="005C241A">
      <w:pPr>
        <w:spacing w:after="0" w:line="240" w:lineRule="auto"/>
        <w:rPr>
          <w:rFonts w:asciiTheme="minorHAnsi" w:hAnsiTheme="minorHAnsi"/>
          <w:b/>
          <w:sz w:val="18"/>
          <w:szCs w:val="18"/>
        </w:rPr>
      </w:pPr>
      <w:r w:rsidRPr="00B72CC1">
        <w:rPr>
          <w:rFonts w:asciiTheme="minorHAnsi" w:hAnsiTheme="minorHAnsi"/>
          <w:b/>
          <w:sz w:val="18"/>
          <w:szCs w:val="18"/>
        </w:rPr>
        <w:t>Stavba 3:</w:t>
      </w:r>
    </w:p>
    <w:p w14:paraId="579049B7" w14:textId="77777777" w:rsidR="00B72CC1" w:rsidRPr="00B72CC1" w:rsidRDefault="00B72CC1" w:rsidP="00B72CC1">
      <w:pPr>
        <w:spacing w:after="0" w:line="240" w:lineRule="auto"/>
        <w:rPr>
          <w:rFonts w:asciiTheme="minorHAnsi" w:hAnsiTheme="minorHAnsi"/>
          <w:sz w:val="18"/>
          <w:szCs w:val="18"/>
        </w:rPr>
      </w:pPr>
      <w:r w:rsidRPr="00B72CC1">
        <w:rPr>
          <w:rFonts w:asciiTheme="minorHAnsi" w:hAnsiTheme="minorHAnsi"/>
          <w:sz w:val="18"/>
          <w:szCs w:val="18"/>
        </w:rPr>
        <w:t>Milník č. 1: Lhůta pro dodání kontejnerové technologie nejpozději do</w:t>
      </w:r>
      <w:r w:rsidRPr="00B72CC1">
        <w:rPr>
          <w:rFonts w:asciiTheme="minorHAnsi" w:hAnsiTheme="minorHAnsi"/>
          <w:b/>
          <w:sz w:val="18"/>
          <w:szCs w:val="18"/>
        </w:rPr>
        <w:t xml:space="preserve"> 31.08.2025</w:t>
      </w:r>
      <w:r w:rsidRPr="00B72CC1">
        <w:rPr>
          <w:rFonts w:asciiTheme="minorHAnsi" w:hAnsiTheme="minorHAnsi"/>
          <w:sz w:val="18"/>
          <w:szCs w:val="18"/>
        </w:rPr>
        <w:t xml:space="preserve">. </w:t>
      </w:r>
    </w:p>
    <w:p w14:paraId="5568E8B1" w14:textId="3D474F42" w:rsidR="00B72CC1" w:rsidRPr="00B72CC1" w:rsidRDefault="00B72CC1" w:rsidP="00B72CC1">
      <w:pPr>
        <w:spacing w:after="0" w:line="240" w:lineRule="auto"/>
        <w:rPr>
          <w:rFonts w:asciiTheme="minorHAnsi" w:hAnsiTheme="minorHAnsi"/>
          <w:sz w:val="18"/>
          <w:szCs w:val="18"/>
        </w:rPr>
      </w:pPr>
      <w:r w:rsidRPr="00B72CC1">
        <w:rPr>
          <w:rFonts w:asciiTheme="minorHAnsi" w:eastAsia="Times New Roman" w:hAnsiTheme="minorHAnsi" w:cs="Times New Roman"/>
          <w:iCs/>
          <w:sz w:val="18"/>
          <w:szCs w:val="18"/>
          <w:lang w:eastAsia="cs-CZ"/>
        </w:rPr>
        <w:t xml:space="preserve">Milník č. 2: Zprovoznění trakční dobíjecí stanice a ověření funkčnosti nabíjecí troleje </w:t>
      </w:r>
      <w:r w:rsidR="003451F7">
        <w:rPr>
          <w:rFonts w:asciiTheme="minorHAnsi" w:eastAsia="Times New Roman" w:hAnsiTheme="minorHAnsi" w:cs="Times New Roman"/>
          <w:iCs/>
          <w:sz w:val="18"/>
          <w:szCs w:val="18"/>
          <w:lang w:eastAsia="cs-CZ"/>
        </w:rPr>
        <w:br/>
      </w:r>
      <w:r w:rsidRPr="00B72CC1">
        <w:rPr>
          <w:rFonts w:asciiTheme="minorHAnsi" w:eastAsia="Times New Roman" w:hAnsiTheme="minorHAnsi" w:cs="Times New Roman"/>
          <w:iCs/>
          <w:sz w:val="18"/>
          <w:szCs w:val="18"/>
          <w:lang w:eastAsia="cs-CZ"/>
        </w:rPr>
        <w:t xml:space="preserve">do </w:t>
      </w:r>
      <w:r w:rsidRPr="00B72CC1">
        <w:rPr>
          <w:rFonts w:asciiTheme="minorHAnsi" w:eastAsia="Times New Roman" w:hAnsiTheme="minorHAnsi" w:cs="Times New Roman"/>
          <w:b/>
          <w:iCs/>
          <w:sz w:val="18"/>
          <w:szCs w:val="18"/>
          <w:lang w:eastAsia="cs-CZ"/>
        </w:rPr>
        <w:t>30.11.2025</w:t>
      </w:r>
      <w:r w:rsidRPr="00B72CC1">
        <w:rPr>
          <w:rFonts w:asciiTheme="minorHAnsi" w:eastAsia="Times New Roman" w:hAnsiTheme="minorHAnsi" w:cs="Times New Roman"/>
          <w:iCs/>
          <w:sz w:val="18"/>
          <w:szCs w:val="18"/>
          <w:lang w:eastAsia="cs-CZ"/>
        </w:rPr>
        <w:t xml:space="preserve">. </w:t>
      </w:r>
    </w:p>
    <w:bookmarkEnd w:id="6"/>
    <w:p w14:paraId="0DC9C855" w14:textId="5A323112" w:rsidR="00617585" w:rsidRDefault="00617585" w:rsidP="00150E39">
      <w:pPr>
        <w:pStyle w:val="PNTextPoznmkazelen"/>
      </w:pPr>
    </w:p>
    <w:bookmarkEnd w:id="5"/>
    <w:p w14:paraId="11170C5F"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3C42416C"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4D4ACD1"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92D7360" w14:textId="6B00B0FD" w:rsidR="00E416CD" w:rsidRDefault="00E416CD" w:rsidP="00E416CD">
      <w:pPr>
        <w:pStyle w:val="Textbezodsazen"/>
      </w:pPr>
      <w:r>
        <w:t xml:space="preserve">Zhotovitel je povinen dokončit celé Dílo včetně příslušné dokumentace dle pod-článku 7.9 do </w:t>
      </w:r>
      <w:r>
        <w:br/>
      </w:r>
      <w:r w:rsidRPr="00E416CD">
        <w:rPr>
          <w:b/>
        </w:rPr>
        <w:t>31. 5. 2026</w:t>
      </w:r>
      <w:r>
        <w:t xml:space="preserve"> od Data zahájení prací.</w:t>
      </w:r>
    </w:p>
    <w:p w14:paraId="2C768CC5"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5B0320F4" w14:textId="7FCEE56D" w:rsidR="00C96E7C" w:rsidRDefault="00C96E7C" w:rsidP="005D168C">
      <w:pPr>
        <w:pStyle w:val="PNTextzkladn"/>
      </w:pPr>
      <w:r w:rsidRPr="00CD6476">
        <w:t xml:space="preserve">Zhotovitel je povinen dokončit </w:t>
      </w:r>
      <w:r w:rsidR="00DD0A5F" w:rsidRPr="00CC7DCE">
        <w:t>Sekci 1 stavební</w:t>
      </w:r>
      <w:r w:rsidR="00582C15" w:rsidRPr="00CC7DCE">
        <w:t xml:space="preserve"> v </w:t>
      </w:r>
      <w:r w:rsidRPr="00CC7DCE">
        <w:t xml:space="preserve">rozsahu nezbytném pro účely uvedení Sekce </w:t>
      </w:r>
      <w:r w:rsidR="00DD0A5F" w:rsidRPr="00CC7DCE">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0077321F">
        <w:br/>
      </w:r>
      <w:r>
        <w:t xml:space="preserve">do </w:t>
      </w:r>
      <w:r w:rsidR="00CC7DCE" w:rsidRPr="00CC7DCE">
        <w:rPr>
          <w:b/>
        </w:rPr>
        <w:t>30. 11. 2025</w:t>
      </w:r>
      <w:r>
        <w:t>.</w:t>
      </w:r>
    </w:p>
    <w:p w14:paraId="07C84184" w14:textId="77777777" w:rsidR="00B72CC1" w:rsidRPr="00B72CC1" w:rsidRDefault="00B72CC1" w:rsidP="00B72CC1">
      <w:pPr>
        <w:spacing w:after="0" w:line="240" w:lineRule="auto"/>
        <w:rPr>
          <w:rFonts w:asciiTheme="minorHAnsi" w:hAnsiTheme="minorHAnsi"/>
          <w:b/>
          <w:sz w:val="18"/>
          <w:szCs w:val="18"/>
        </w:rPr>
      </w:pPr>
      <w:bookmarkStart w:id="10" w:name="_Hlk167956758"/>
      <w:r w:rsidRPr="00B72CC1">
        <w:rPr>
          <w:rFonts w:asciiTheme="minorHAnsi" w:hAnsiTheme="minorHAnsi"/>
          <w:b/>
          <w:sz w:val="18"/>
          <w:szCs w:val="18"/>
        </w:rPr>
        <w:t>Stavba 1:</w:t>
      </w:r>
    </w:p>
    <w:p w14:paraId="3D862D10" w14:textId="2A137F88" w:rsidR="00B72CC1" w:rsidRPr="00B72CC1" w:rsidRDefault="00B72CC1" w:rsidP="00B72CC1">
      <w:pPr>
        <w:spacing w:after="0" w:line="240" w:lineRule="auto"/>
        <w:rPr>
          <w:rFonts w:asciiTheme="minorHAnsi" w:hAnsiTheme="minorHAnsi"/>
          <w:sz w:val="18"/>
          <w:szCs w:val="18"/>
        </w:rPr>
      </w:pPr>
      <w:r w:rsidRPr="00B72CC1">
        <w:rPr>
          <w:rFonts w:asciiTheme="minorHAnsi" w:eastAsia="Times New Roman" w:hAnsiTheme="minorHAnsi" w:cs="Times New Roman"/>
          <w:iCs/>
          <w:sz w:val="18"/>
          <w:szCs w:val="18"/>
          <w:lang w:eastAsia="cs-CZ"/>
        </w:rPr>
        <w:t xml:space="preserve">Zprovoznění trakční dobíjecí stanice a ověření funkčnosti nabíjecí troleje do </w:t>
      </w:r>
      <w:r w:rsidRPr="00B72CC1">
        <w:rPr>
          <w:rFonts w:asciiTheme="minorHAnsi" w:eastAsia="Times New Roman" w:hAnsiTheme="minorHAnsi" w:cs="Times New Roman"/>
          <w:b/>
          <w:iCs/>
          <w:sz w:val="18"/>
          <w:szCs w:val="18"/>
          <w:lang w:eastAsia="cs-CZ"/>
        </w:rPr>
        <w:t>30.06.2025</w:t>
      </w:r>
      <w:r w:rsidRPr="00B72CC1">
        <w:rPr>
          <w:rFonts w:asciiTheme="minorHAnsi" w:eastAsia="Times New Roman" w:hAnsiTheme="minorHAnsi" w:cs="Times New Roman"/>
          <w:iCs/>
          <w:sz w:val="18"/>
          <w:szCs w:val="18"/>
          <w:lang w:eastAsia="cs-CZ"/>
        </w:rPr>
        <w:t xml:space="preserve">. </w:t>
      </w:r>
    </w:p>
    <w:p w14:paraId="5F7B8877" w14:textId="77777777" w:rsidR="00B72CC1" w:rsidRPr="00B72CC1" w:rsidRDefault="00B72CC1" w:rsidP="00B72CC1">
      <w:pPr>
        <w:spacing w:after="0" w:line="240" w:lineRule="auto"/>
        <w:rPr>
          <w:sz w:val="18"/>
          <w:szCs w:val="18"/>
        </w:rPr>
      </w:pPr>
      <w:r w:rsidRPr="00B72CC1">
        <w:rPr>
          <w:sz w:val="18"/>
          <w:szCs w:val="18"/>
        </w:rPr>
        <w:t xml:space="preserve"> </w:t>
      </w:r>
    </w:p>
    <w:p w14:paraId="212F2C47" w14:textId="77777777" w:rsidR="00B72CC1" w:rsidRPr="00B72CC1" w:rsidRDefault="00B72CC1" w:rsidP="00B72CC1">
      <w:pPr>
        <w:spacing w:after="0" w:line="240" w:lineRule="auto"/>
        <w:rPr>
          <w:b/>
          <w:sz w:val="18"/>
          <w:szCs w:val="18"/>
        </w:rPr>
      </w:pPr>
      <w:r w:rsidRPr="00B72CC1">
        <w:rPr>
          <w:b/>
          <w:sz w:val="18"/>
          <w:szCs w:val="18"/>
        </w:rPr>
        <w:t>Stavba 2:</w:t>
      </w:r>
    </w:p>
    <w:p w14:paraId="201B0311" w14:textId="49105302" w:rsidR="00B72CC1" w:rsidRPr="00B72CC1" w:rsidRDefault="00B72CC1" w:rsidP="00B72CC1">
      <w:pPr>
        <w:spacing w:after="0" w:line="240" w:lineRule="auto"/>
        <w:rPr>
          <w:rFonts w:asciiTheme="minorHAnsi" w:hAnsiTheme="minorHAnsi"/>
          <w:sz w:val="18"/>
          <w:szCs w:val="18"/>
        </w:rPr>
      </w:pPr>
      <w:r w:rsidRPr="00B72CC1">
        <w:rPr>
          <w:rFonts w:asciiTheme="minorHAnsi" w:eastAsia="Times New Roman" w:hAnsiTheme="minorHAnsi" w:cs="Times New Roman"/>
          <w:iCs/>
          <w:sz w:val="18"/>
          <w:szCs w:val="18"/>
          <w:lang w:eastAsia="cs-CZ"/>
        </w:rPr>
        <w:t xml:space="preserve">Zprovoznění trakční dobíjecí stanice a ověření funkčnosti nabíjecí troleje do </w:t>
      </w:r>
      <w:r w:rsidRPr="00B72CC1">
        <w:rPr>
          <w:rFonts w:asciiTheme="minorHAnsi" w:eastAsia="Times New Roman" w:hAnsiTheme="minorHAnsi" w:cs="Times New Roman"/>
          <w:b/>
          <w:iCs/>
          <w:sz w:val="18"/>
          <w:szCs w:val="18"/>
          <w:lang w:eastAsia="cs-CZ"/>
        </w:rPr>
        <w:t>30.11.2025</w:t>
      </w:r>
      <w:r w:rsidRPr="00B72CC1">
        <w:rPr>
          <w:rFonts w:asciiTheme="minorHAnsi" w:eastAsia="Times New Roman" w:hAnsiTheme="minorHAnsi" w:cs="Times New Roman"/>
          <w:iCs/>
          <w:sz w:val="18"/>
          <w:szCs w:val="18"/>
          <w:lang w:eastAsia="cs-CZ"/>
        </w:rPr>
        <w:t xml:space="preserve">. </w:t>
      </w:r>
    </w:p>
    <w:p w14:paraId="47516856" w14:textId="77777777" w:rsidR="00B72CC1" w:rsidRPr="00B72CC1" w:rsidRDefault="00B72CC1" w:rsidP="00B72CC1">
      <w:pPr>
        <w:spacing w:after="0" w:line="240" w:lineRule="auto"/>
        <w:rPr>
          <w:rFonts w:asciiTheme="minorHAnsi" w:hAnsiTheme="minorHAnsi"/>
          <w:sz w:val="18"/>
          <w:szCs w:val="18"/>
        </w:rPr>
      </w:pPr>
    </w:p>
    <w:p w14:paraId="191C77D2" w14:textId="77777777" w:rsidR="00B72CC1" w:rsidRPr="00B72CC1" w:rsidRDefault="00B72CC1" w:rsidP="00B72CC1">
      <w:pPr>
        <w:spacing w:after="0" w:line="240" w:lineRule="auto"/>
        <w:rPr>
          <w:rFonts w:asciiTheme="minorHAnsi" w:hAnsiTheme="minorHAnsi"/>
          <w:b/>
          <w:sz w:val="18"/>
          <w:szCs w:val="18"/>
        </w:rPr>
      </w:pPr>
      <w:r w:rsidRPr="00B72CC1">
        <w:rPr>
          <w:rFonts w:asciiTheme="minorHAnsi" w:hAnsiTheme="minorHAnsi"/>
          <w:b/>
          <w:sz w:val="18"/>
          <w:szCs w:val="18"/>
        </w:rPr>
        <w:t>Stavba 3:</w:t>
      </w:r>
    </w:p>
    <w:p w14:paraId="7E65B2D7" w14:textId="3A29EAE9" w:rsidR="00E416CD" w:rsidRPr="00B72CC1" w:rsidRDefault="00B72CC1" w:rsidP="00B72CC1">
      <w:pPr>
        <w:spacing w:after="0" w:line="240" w:lineRule="auto"/>
        <w:rPr>
          <w:rFonts w:asciiTheme="minorHAnsi" w:hAnsiTheme="minorHAnsi"/>
          <w:sz w:val="18"/>
          <w:szCs w:val="18"/>
        </w:rPr>
      </w:pPr>
      <w:r w:rsidRPr="00B72CC1">
        <w:rPr>
          <w:rFonts w:asciiTheme="minorHAnsi" w:eastAsia="Times New Roman" w:hAnsiTheme="minorHAnsi" w:cs="Times New Roman"/>
          <w:iCs/>
          <w:sz w:val="18"/>
          <w:szCs w:val="18"/>
          <w:lang w:eastAsia="cs-CZ"/>
        </w:rPr>
        <w:t xml:space="preserve">Zprovoznění trakční dobíjecí stanice a ověření funkčnosti nabíjecí troleje do </w:t>
      </w:r>
      <w:r w:rsidRPr="00B72CC1">
        <w:rPr>
          <w:rFonts w:asciiTheme="minorHAnsi" w:eastAsia="Times New Roman" w:hAnsiTheme="minorHAnsi" w:cs="Times New Roman"/>
          <w:b/>
          <w:iCs/>
          <w:sz w:val="18"/>
          <w:szCs w:val="18"/>
          <w:lang w:eastAsia="cs-CZ"/>
        </w:rPr>
        <w:t>30.11.2025</w:t>
      </w:r>
      <w:r w:rsidRPr="00B72CC1">
        <w:rPr>
          <w:rFonts w:asciiTheme="minorHAnsi" w:eastAsia="Times New Roman" w:hAnsiTheme="minorHAnsi" w:cs="Times New Roman"/>
          <w:iCs/>
          <w:sz w:val="18"/>
          <w:szCs w:val="18"/>
          <w:lang w:eastAsia="cs-CZ"/>
        </w:rPr>
        <w:t xml:space="preserve">. </w:t>
      </w:r>
      <w:bookmarkEnd w:id="10"/>
    </w:p>
    <w:p w14:paraId="2214241B" w14:textId="77777777" w:rsidR="0046368B" w:rsidRDefault="0046368B" w:rsidP="0046368B">
      <w:pPr>
        <w:pStyle w:val="PNNadpis10bPod-l111"/>
      </w:pPr>
      <w:r>
        <w:t xml:space="preserve">8.3 </w:t>
      </w:r>
      <w:r>
        <w:tab/>
        <w:t>Harmonogram</w:t>
      </w:r>
    </w:p>
    <w:p w14:paraId="79B9F61F" w14:textId="77777777" w:rsidR="0046368B" w:rsidRPr="001F4C4A" w:rsidRDefault="0046368B" w:rsidP="0046368B">
      <w:pPr>
        <w:pStyle w:val="PNTextzkladn"/>
      </w:pPr>
      <w:r>
        <w:t>V první větě se odstraňuje text „obsažený v nabídce“.</w:t>
      </w:r>
    </w:p>
    <w:p w14:paraId="6E240D0D" w14:textId="77777777" w:rsidR="000D5A97" w:rsidRDefault="000D5A97" w:rsidP="00150E39">
      <w:pPr>
        <w:pStyle w:val="PNNadpis10bPod-l111"/>
      </w:pPr>
      <w:r>
        <w:t xml:space="preserve">8.7 </w:t>
      </w:r>
      <w:r>
        <w:tab/>
        <w:t>Smluvní pokuta za zpoždění</w:t>
      </w:r>
    </w:p>
    <w:p w14:paraId="7815AD6C" w14:textId="77777777" w:rsidR="00C96E7C" w:rsidRDefault="00C96E7C" w:rsidP="000D5A97">
      <w:pPr>
        <w:pStyle w:val="PNNadpis9b-tun"/>
      </w:pPr>
      <w:r>
        <w:t>Náhrada škody za zpoždění</w:t>
      </w:r>
    </w:p>
    <w:p w14:paraId="72AAF24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31CA8B8" w14:textId="77777777" w:rsidR="00C96E7C" w:rsidRDefault="00C96E7C" w:rsidP="000D5A97">
      <w:pPr>
        <w:pStyle w:val="PNNadpis9b-tun"/>
      </w:pPr>
      <w:r>
        <w:t>Maximální částka náhrady škody za zpoždění</w:t>
      </w:r>
    </w:p>
    <w:p w14:paraId="1D814D20"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4787389" w14:textId="77777777" w:rsidR="00C96E7C" w:rsidRDefault="00C96E7C" w:rsidP="00150E39">
      <w:pPr>
        <w:pStyle w:val="PNNadpis10bPod-l111"/>
      </w:pPr>
      <w:r>
        <w:lastRenderedPageBreak/>
        <w:t>11.1</w:t>
      </w:r>
      <w:r w:rsidR="00150E39">
        <w:tab/>
      </w:r>
      <w:r>
        <w:t>Délka záruční doby</w:t>
      </w:r>
    </w:p>
    <w:p w14:paraId="1BF4F702"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FB4CFF6" w14:textId="77777777" w:rsidR="00C96E7C" w:rsidRDefault="00C96E7C" w:rsidP="00150E39">
      <w:pPr>
        <w:pStyle w:val="PNNadpis10bPod-l111"/>
      </w:pPr>
      <w:r>
        <w:t xml:space="preserve">13.1 </w:t>
      </w:r>
      <w:r w:rsidR="00B81113">
        <w:tab/>
      </w:r>
      <w:r>
        <w:t xml:space="preserve">Právo na variaci </w:t>
      </w:r>
    </w:p>
    <w:p w14:paraId="769AC7BC"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AED806B" w14:textId="77777777" w:rsidR="00C96E7C" w:rsidRDefault="00C96E7C" w:rsidP="00D42C7E">
      <w:pPr>
        <w:pStyle w:val="PNNadpis10bPod-l111"/>
      </w:pPr>
      <w:r>
        <w:t xml:space="preserve">13.5 </w:t>
      </w:r>
      <w:r w:rsidR="00B81113">
        <w:tab/>
      </w:r>
      <w:r>
        <w:t>Podmíněné obnosy</w:t>
      </w:r>
    </w:p>
    <w:p w14:paraId="74644BEE" w14:textId="77777777" w:rsidR="00C96E7C" w:rsidRPr="00D42C7E" w:rsidRDefault="00C96E7C" w:rsidP="00D42C7E">
      <w:pPr>
        <w:pStyle w:val="PNTextzkladn"/>
      </w:pPr>
      <w:r w:rsidRPr="00D42C7E">
        <w:t>Podmíněné obnosy poskytnuty nebudou.</w:t>
      </w:r>
    </w:p>
    <w:p w14:paraId="46C1D91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5B2AD2A"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2A9DB42" w14:textId="77777777" w:rsidR="00C96E7C" w:rsidRDefault="00C96E7C" w:rsidP="00D42C7E">
      <w:pPr>
        <w:pStyle w:val="PNNadpis10bPod-l111"/>
      </w:pPr>
      <w:r>
        <w:t>14.2</w:t>
      </w:r>
      <w:r w:rsidR="00D42C7E">
        <w:t xml:space="preserve"> </w:t>
      </w:r>
      <w:r w:rsidR="00D42C7E">
        <w:tab/>
      </w:r>
      <w:r>
        <w:t xml:space="preserve">Zálohová platba </w:t>
      </w:r>
    </w:p>
    <w:p w14:paraId="494D32E4"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31A62C59"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w:t>
      </w:r>
      <w:r w:rsidRPr="007A4625">
        <w:t xml:space="preserve">výši rovnající se </w:t>
      </w:r>
      <w:r w:rsidR="007A4625" w:rsidRPr="007A4625">
        <w:t>20</w:t>
      </w:r>
      <w:r w:rsidRPr="007A4625">
        <w:t xml:space="preserve"> % </w:t>
      </w:r>
      <w:r w:rsidR="007A4625" w:rsidRPr="007A4625">
        <w:t>s</w:t>
      </w:r>
      <w:r w:rsidRPr="007A4625">
        <w:t>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4F0022C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4415D2"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76060316"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FB14F1D"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w:t>
      </w:r>
      <w:r w:rsidR="007A4625">
        <w:t> </w:t>
      </w:r>
      <w:r>
        <w:t>průběhu</w:t>
      </w:r>
      <w:r w:rsidR="007A4625">
        <w:t>,</w:t>
      </w:r>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034E992"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w:t>
      </w:r>
      <w:r w:rsidRPr="00CD6476">
        <w:lastRenderedPageBreak/>
        <w:t>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8F15E4D"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EBBAF20"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13A41E7" w14:textId="77777777" w:rsidR="00C96E7C" w:rsidRDefault="00C96E7C" w:rsidP="00D42C7E">
      <w:pPr>
        <w:pStyle w:val="PNOdstavecsl1a"/>
      </w:pPr>
      <w:r>
        <w:t>V případě:</w:t>
      </w:r>
    </w:p>
    <w:p w14:paraId="12FF2E9C"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2ABDB8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11C778"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31E4959"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5BF08D75" w14:textId="77777777" w:rsidR="00C96E7C" w:rsidRDefault="00C96E7C" w:rsidP="00367EBA">
      <w:pPr>
        <w:pStyle w:val="PNTextzkladn"/>
      </w:pPr>
      <w:r w:rsidRPr="00367EBA">
        <w:t>Celkový součet požadovaných</w:t>
      </w:r>
      <w:r>
        <w:t xml:space="preserve"> zálohových plateb nesmí překročit Smluvní cenu. </w:t>
      </w:r>
    </w:p>
    <w:p w14:paraId="366FAF33"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75A10E5E" w14:textId="77777777" w:rsidR="00C96E7C" w:rsidRDefault="00C96E7C" w:rsidP="00582C15">
      <w:pPr>
        <w:pStyle w:val="PNTextzkladn"/>
      </w:pPr>
      <w:r>
        <w:t>Pod-článek 14.5 se nepoužije.</w:t>
      </w:r>
    </w:p>
    <w:p w14:paraId="3EB119FE"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B3F0A34"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2C773A11" w14:textId="77777777" w:rsidR="00C96E7C" w:rsidRDefault="00C96E7C" w:rsidP="00150E39">
      <w:pPr>
        <w:pStyle w:val="PNNadpis10bPod-l111"/>
      </w:pPr>
      <w:r>
        <w:t>14.6</w:t>
      </w:r>
      <w:r w:rsidR="00EE7DC3">
        <w:t xml:space="preserve"> </w:t>
      </w:r>
      <w:r w:rsidR="00EE7DC3">
        <w:tab/>
      </w:r>
      <w:r>
        <w:t>Minimální částka Potvrzení průběžné platby</w:t>
      </w:r>
    </w:p>
    <w:p w14:paraId="74FB7B75" w14:textId="77777777" w:rsidR="00C96E7C" w:rsidRDefault="00C96E7C" w:rsidP="00EE7DC3">
      <w:pPr>
        <w:pStyle w:val="PNTextzkladn"/>
      </w:pPr>
      <w:r>
        <w:t xml:space="preserve">Minimální </w:t>
      </w:r>
      <w:r w:rsidRPr="00EE7DC3">
        <w:t>částka</w:t>
      </w:r>
      <w:r>
        <w:t xml:space="preserve"> Potvrzení průběžné platby není stanovena. </w:t>
      </w:r>
    </w:p>
    <w:p w14:paraId="6EBC3D2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4683C2F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7DC1D1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625478CE"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DAB704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4FFD7F2"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360C2B91"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0BF02C8D"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7E9CCA8"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F5CFBAE" w14:textId="77777777" w:rsidR="00C96E7C" w:rsidRDefault="00C96E7C" w:rsidP="00EE7DC3">
      <w:pPr>
        <w:pStyle w:val="PNTextzkladn"/>
      </w:pPr>
      <w:r>
        <w:t xml:space="preserve">Rozhodování sporů je upraveno dle </w:t>
      </w:r>
      <w:r w:rsidRPr="00EE7DC3">
        <w:t>varianty</w:t>
      </w:r>
      <w:r>
        <w:t xml:space="preserve"> B.</w:t>
      </w:r>
    </w:p>
    <w:p w14:paraId="2D303A53" w14:textId="77777777" w:rsidR="00C732F0" w:rsidRDefault="00C732F0" w:rsidP="00D60543">
      <w:pPr>
        <w:pStyle w:val="PNTextzkladn"/>
      </w:pPr>
    </w:p>
    <w:p w14:paraId="2E3A3C39" w14:textId="77777777" w:rsidR="00C732F0" w:rsidRDefault="00C732F0" w:rsidP="00D60543">
      <w:pPr>
        <w:pStyle w:val="PNTextzkladn"/>
      </w:pPr>
    </w:p>
    <w:p w14:paraId="0B2527C8" w14:textId="77777777" w:rsidR="00C732F0" w:rsidRDefault="00C732F0" w:rsidP="00D60543">
      <w:pPr>
        <w:pStyle w:val="PNTextzkladn"/>
      </w:pPr>
    </w:p>
    <w:sectPr w:rsidR="00C732F0" w:rsidSect="00192B6B">
      <w:footerReference w:type="even" r:id="rId14"/>
      <w:footerReference w:type="default" r:id="rId15"/>
      <w:headerReference w:type="first" r:id="rId16"/>
      <w:pgSz w:w="11906" w:h="16838" w:code="9"/>
      <w:pgMar w:top="1077" w:right="1274"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F1D5E" w14:textId="77777777" w:rsidR="00652B2C" w:rsidRDefault="00652B2C" w:rsidP="00962258">
      <w:pPr>
        <w:spacing w:after="0" w:line="240" w:lineRule="auto"/>
      </w:pPr>
      <w:r>
        <w:separator/>
      </w:r>
    </w:p>
  </w:endnote>
  <w:endnote w:type="continuationSeparator" w:id="0">
    <w:p w14:paraId="6DAAB4D5" w14:textId="77777777" w:rsidR="00652B2C" w:rsidRDefault="00652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41B84CBD" w14:textId="77777777" w:rsidTr="00192B6B">
      <w:trPr>
        <w:trHeight w:val="848"/>
      </w:trPr>
      <w:tc>
        <w:tcPr>
          <w:tcW w:w="1021" w:type="dxa"/>
          <w:vAlign w:val="bottom"/>
        </w:tcPr>
        <w:p w14:paraId="13A6746D"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4FB9568B" w14:textId="77777777" w:rsidR="00192B6B" w:rsidRDefault="003A7B88" w:rsidP="00031645">
          <w:pPr>
            <w:pStyle w:val="Zpatvlevo"/>
          </w:pPr>
          <w:r>
            <w:t>Příloha k</w:t>
          </w:r>
          <w:r w:rsidR="00192B6B">
            <w:t> </w:t>
          </w:r>
          <w:r>
            <w:t>nabídce</w:t>
          </w:r>
          <w:r w:rsidR="00192B6B">
            <w:t xml:space="preserve"> </w:t>
          </w:r>
        </w:p>
        <w:p w14:paraId="73CD43C6" w14:textId="4C5ABAB4" w:rsidR="003A7B88" w:rsidRDefault="00192B6B" w:rsidP="00031645">
          <w:pPr>
            <w:pStyle w:val="Zpatvlevo"/>
          </w:pPr>
          <w:r w:rsidRPr="00192B6B">
            <w:t>Zhotovení souboru staveb</w:t>
          </w:r>
        </w:p>
        <w:p w14:paraId="69FBE7D1" w14:textId="77777777" w:rsidR="00192B6B" w:rsidRDefault="00192B6B" w:rsidP="00192B6B">
          <w:pPr>
            <w:pStyle w:val="Zpatvlevo"/>
          </w:pPr>
          <w:r>
            <w:t xml:space="preserve">„Zřízení dobíjecí stanice BEMU v </w:t>
          </w:r>
          <w:proofErr w:type="spellStart"/>
          <w:r>
            <w:t>žst</w:t>
          </w:r>
          <w:proofErr w:type="spellEnd"/>
          <w:r>
            <w:t xml:space="preserve">. Štramberk“, „Zřízení dobíjecí stanice BEMU v </w:t>
          </w:r>
          <w:proofErr w:type="spellStart"/>
          <w:r>
            <w:t>žst</w:t>
          </w:r>
          <w:proofErr w:type="spellEnd"/>
          <w:r>
            <w:t xml:space="preserve">. Krnov“, „Zřízení dobíjecí stanice BEMU </w:t>
          </w:r>
        </w:p>
        <w:p w14:paraId="24ADFC64" w14:textId="67595AC3" w:rsidR="003A7B88" w:rsidRPr="00192B6B" w:rsidRDefault="00192B6B" w:rsidP="00192B6B">
          <w:pPr>
            <w:pStyle w:val="Zpatvlevo"/>
          </w:pPr>
          <w:r>
            <w:t xml:space="preserve">v </w:t>
          </w:r>
          <w:proofErr w:type="spellStart"/>
          <w:r>
            <w:t>žst</w:t>
          </w:r>
          <w:proofErr w:type="spellEnd"/>
          <w:r>
            <w:t xml:space="preserve">. Budišov nad Budišovkou“, 1. </w:t>
          </w:r>
          <w:proofErr w:type="gramStart"/>
          <w:r>
            <w:t>část - dodání</w:t>
          </w:r>
          <w:proofErr w:type="gramEnd"/>
          <w:r>
            <w:t xml:space="preserve"> a instalace technologie ke zřízení dobíjecí stanice BEMU</w:t>
          </w:r>
        </w:p>
      </w:tc>
    </w:tr>
  </w:tbl>
  <w:p w14:paraId="5664C247"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2869F" w14:textId="77777777" w:rsidR="00E416CD" w:rsidRDefault="00E416C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064CB635" w14:textId="77777777" w:rsidTr="00031645">
      <w:tc>
        <w:tcPr>
          <w:tcW w:w="0" w:type="auto"/>
          <w:tcMar>
            <w:left w:w="0" w:type="dxa"/>
            <w:right w:w="0" w:type="dxa"/>
          </w:tcMar>
          <w:vAlign w:val="bottom"/>
        </w:tcPr>
        <w:p w14:paraId="21A1964A" w14:textId="77777777" w:rsidR="00B72CC1" w:rsidRDefault="00B72CC1" w:rsidP="00B72CC1">
          <w:pPr>
            <w:pStyle w:val="Zpatvlevo"/>
            <w:jc w:val="right"/>
          </w:pPr>
          <w:r>
            <w:t xml:space="preserve">Příloha k nabídce </w:t>
          </w:r>
        </w:p>
        <w:p w14:paraId="4F0F492F" w14:textId="77777777" w:rsidR="00B72CC1" w:rsidRDefault="00B72CC1" w:rsidP="00B72CC1">
          <w:pPr>
            <w:pStyle w:val="Zpatvlevo"/>
            <w:jc w:val="right"/>
          </w:pPr>
          <w:r>
            <w:t>Zhotovení souboru staveb</w:t>
          </w:r>
        </w:p>
        <w:p w14:paraId="187761AD" w14:textId="77777777" w:rsidR="00B72CC1" w:rsidRDefault="00B72CC1" w:rsidP="00B72CC1">
          <w:pPr>
            <w:pStyle w:val="Zpatvlevo"/>
            <w:jc w:val="right"/>
          </w:pPr>
          <w:r>
            <w:t xml:space="preserve">„Zřízení dobíjecí stanice BEMU v </w:t>
          </w:r>
          <w:proofErr w:type="spellStart"/>
          <w:r>
            <w:t>žst</w:t>
          </w:r>
          <w:proofErr w:type="spellEnd"/>
          <w:r>
            <w:t xml:space="preserve">. Štramberk“, „Zřízení dobíjecí stanice BEMU v </w:t>
          </w:r>
          <w:proofErr w:type="spellStart"/>
          <w:r>
            <w:t>žst</w:t>
          </w:r>
          <w:proofErr w:type="spellEnd"/>
          <w:r>
            <w:t xml:space="preserve">. Krnov“, „Zřízení dobíjecí stanice BEMU </w:t>
          </w:r>
        </w:p>
        <w:p w14:paraId="728B256B" w14:textId="36EAD5E8" w:rsidR="003A7B88" w:rsidRPr="003462EB" w:rsidRDefault="00B72CC1" w:rsidP="00B72CC1">
          <w:pPr>
            <w:pStyle w:val="Zpatvpravo"/>
            <w:rPr>
              <w:rStyle w:val="slostrnky"/>
              <w:b w:val="0"/>
              <w:color w:val="auto"/>
              <w:sz w:val="12"/>
            </w:rPr>
          </w:pPr>
          <w:r>
            <w:t xml:space="preserve">v </w:t>
          </w:r>
          <w:proofErr w:type="spellStart"/>
          <w:r>
            <w:t>žst</w:t>
          </w:r>
          <w:proofErr w:type="spellEnd"/>
          <w:r>
            <w:t xml:space="preserve">. Budišov nad Budišovkou“, 1. </w:t>
          </w:r>
          <w:proofErr w:type="gramStart"/>
          <w:r>
            <w:t>část - dodání</w:t>
          </w:r>
          <w:proofErr w:type="gramEnd"/>
          <w:r>
            <w:t xml:space="preserve"> a instalace technologie ke zřízení dobíjecí stanice BEMU</w:t>
          </w:r>
        </w:p>
      </w:tc>
      <w:tc>
        <w:tcPr>
          <w:tcW w:w="1021" w:type="dxa"/>
          <w:vAlign w:val="bottom"/>
        </w:tcPr>
        <w:p w14:paraId="5F276B50" w14:textId="77777777" w:rsidR="003A7B88" w:rsidRPr="009E09BE" w:rsidRDefault="003A7B88" w:rsidP="004459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r w:rsidR="00E416CD" w:rsidRPr="009E09BE" w14:paraId="3014B5D9" w14:textId="77777777" w:rsidTr="00031645">
      <w:tc>
        <w:tcPr>
          <w:tcW w:w="0" w:type="auto"/>
          <w:tcMar>
            <w:left w:w="0" w:type="dxa"/>
            <w:right w:w="0" w:type="dxa"/>
          </w:tcMar>
          <w:vAlign w:val="bottom"/>
        </w:tcPr>
        <w:p w14:paraId="0A71E5FF" w14:textId="77777777" w:rsidR="00E416CD" w:rsidRPr="007213E4" w:rsidRDefault="00E416CD" w:rsidP="007213E4">
          <w:pPr>
            <w:pStyle w:val="Zpatvpravo"/>
          </w:pPr>
        </w:p>
      </w:tc>
      <w:tc>
        <w:tcPr>
          <w:tcW w:w="1021" w:type="dxa"/>
          <w:vAlign w:val="bottom"/>
        </w:tcPr>
        <w:p w14:paraId="4E911D0F" w14:textId="77777777" w:rsidR="00E416CD" w:rsidRPr="00B8518B" w:rsidRDefault="00E416CD" w:rsidP="00031645">
          <w:pPr>
            <w:pStyle w:val="Zpatvpravo"/>
            <w:rPr>
              <w:rStyle w:val="slostrnky"/>
            </w:rPr>
          </w:pPr>
        </w:p>
      </w:tc>
    </w:tr>
  </w:tbl>
  <w:p w14:paraId="47F6B013"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9FEEB" w14:textId="77777777" w:rsidR="00652B2C" w:rsidRDefault="00652B2C" w:rsidP="00962258">
      <w:pPr>
        <w:spacing w:after="0" w:line="240" w:lineRule="auto"/>
      </w:pPr>
      <w:r>
        <w:separator/>
      </w:r>
    </w:p>
  </w:footnote>
  <w:footnote w:type="continuationSeparator" w:id="0">
    <w:p w14:paraId="5EE58ED2" w14:textId="77777777" w:rsidR="00652B2C" w:rsidRDefault="00652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E727C6D" w14:textId="77777777" w:rsidTr="00B22106">
      <w:trPr>
        <w:trHeight w:hRule="exact" w:val="936"/>
      </w:trPr>
      <w:tc>
        <w:tcPr>
          <w:tcW w:w="1361" w:type="dxa"/>
          <w:tcMar>
            <w:left w:w="0" w:type="dxa"/>
            <w:right w:w="0" w:type="dxa"/>
          </w:tcMar>
        </w:tcPr>
        <w:p w14:paraId="325F81ED"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5081EC4"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7D6D4D47" wp14:editId="653A9B6B">
                <wp:simplePos x="0" y="0"/>
                <wp:positionH relativeFrom="column">
                  <wp:posOffset>0</wp:posOffset>
                </wp:positionH>
                <wp:positionV relativeFrom="page">
                  <wp:posOffset>0</wp:posOffset>
                </wp:positionV>
                <wp:extent cx="1717200" cy="63720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910B7C" w14:textId="77777777" w:rsidR="003A7B88" w:rsidRPr="00D6163D" w:rsidRDefault="003A7B88" w:rsidP="00FC6389">
          <w:pPr>
            <w:pStyle w:val="Druhdokumentu"/>
          </w:pPr>
        </w:p>
      </w:tc>
    </w:tr>
    <w:tr w:rsidR="003A7B88" w14:paraId="0505DFD0" w14:textId="77777777" w:rsidTr="00B22106">
      <w:trPr>
        <w:trHeight w:hRule="exact" w:val="936"/>
      </w:trPr>
      <w:tc>
        <w:tcPr>
          <w:tcW w:w="1361" w:type="dxa"/>
          <w:tcMar>
            <w:left w:w="0" w:type="dxa"/>
            <w:right w:w="0" w:type="dxa"/>
          </w:tcMar>
        </w:tcPr>
        <w:p w14:paraId="291C1620"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58989C4" w14:textId="77777777" w:rsidR="003A7B88" w:rsidRDefault="003A7B88" w:rsidP="00FC6389">
          <w:pPr>
            <w:pStyle w:val="Zpat"/>
          </w:pPr>
        </w:p>
      </w:tc>
      <w:tc>
        <w:tcPr>
          <w:tcW w:w="5756" w:type="dxa"/>
          <w:shd w:val="clear" w:color="auto" w:fill="auto"/>
          <w:tcMar>
            <w:left w:w="0" w:type="dxa"/>
            <w:right w:w="0" w:type="dxa"/>
          </w:tcMar>
        </w:tcPr>
        <w:p w14:paraId="7876EA42" w14:textId="77777777" w:rsidR="003A7B88" w:rsidRPr="00D6163D" w:rsidRDefault="003A7B88" w:rsidP="00FC6389">
          <w:pPr>
            <w:pStyle w:val="Druhdokumentu"/>
          </w:pPr>
        </w:p>
      </w:tc>
    </w:tr>
  </w:tbl>
  <w:p w14:paraId="4D67EF86" w14:textId="77777777" w:rsidR="003A7B88" w:rsidRPr="00D6163D" w:rsidRDefault="003A7B88" w:rsidP="00FC6389">
    <w:pPr>
      <w:pStyle w:val="Zhlav"/>
      <w:rPr>
        <w:sz w:val="8"/>
        <w:szCs w:val="8"/>
      </w:rPr>
    </w:pPr>
  </w:p>
  <w:p w14:paraId="275CD407"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abstractNumId w:val="3"/>
  </w:num>
  <w:num w:numId="2">
    <w:abstractNumId w:val="0"/>
  </w:num>
  <w:num w:numId="3">
    <w:abstractNumId w:val="8"/>
  </w:num>
  <w:num w:numId="4">
    <w:abstractNumId w:val="4"/>
  </w:num>
  <w:num w:numId="5">
    <w:abstractNumId w:val="6"/>
  </w:num>
  <w:num w:numId="6">
    <w:abstractNumId w:val="7"/>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46281"/>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27F1"/>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2B6B"/>
    <w:rsid w:val="00194E72"/>
    <w:rsid w:val="001965E6"/>
    <w:rsid w:val="001A6C9D"/>
    <w:rsid w:val="001B022A"/>
    <w:rsid w:val="001B30FD"/>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1373B"/>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517"/>
    <w:rsid w:val="002E5C7B"/>
    <w:rsid w:val="002E7C3F"/>
    <w:rsid w:val="002F0F70"/>
    <w:rsid w:val="002F4333"/>
    <w:rsid w:val="00305E50"/>
    <w:rsid w:val="00312736"/>
    <w:rsid w:val="00322AA5"/>
    <w:rsid w:val="003259C2"/>
    <w:rsid w:val="00327EEF"/>
    <w:rsid w:val="0033239F"/>
    <w:rsid w:val="003341BC"/>
    <w:rsid w:val="0034274B"/>
    <w:rsid w:val="003451F7"/>
    <w:rsid w:val="00346C2C"/>
    <w:rsid w:val="00346D36"/>
    <w:rsid w:val="0034719F"/>
    <w:rsid w:val="00350A35"/>
    <w:rsid w:val="00351744"/>
    <w:rsid w:val="003571D8"/>
    <w:rsid w:val="00357BC6"/>
    <w:rsid w:val="00361422"/>
    <w:rsid w:val="00363007"/>
    <w:rsid w:val="0036300E"/>
    <w:rsid w:val="00366226"/>
    <w:rsid w:val="003678F1"/>
    <w:rsid w:val="00367EBA"/>
    <w:rsid w:val="00373532"/>
    <w:rsid w:val="0037545D"/>
    <w:rsid w:val="003907DF"/>
    <w:rsid w:val="003910F9"/>
    <w:rsid w:val="0039276A"/>
    <w:rsid w:val="00392EB6"/>
    <w:rsid w:val="00394B06"/>
    <w:rsid w:val="00394C56"/>
    <w:rsid w:val="003956C6"/>
    <w:rsid w:val="003A14A2"/>
    <w:rsid w:val="003A3FC1"/>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4466E"/>
    <w:rsid w:val="00445970"/>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6D0E"/>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B7957"/>
    <w:rsid w:val="005C241A"/>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8482C"/>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07BEF"/>
    <w:rsid w:val="00710723"/>
    <w:rsid w:val="00713984"/>
    <w:rsid w:val="00720DFB"/>
    <w:rsid w:val="007213E4"/>
    <w:rsid w:val="00723ED1"/>
    <w:rsid w:val="00726A41"/>
    <w:rsid w:val="00726AFE"/>
    <w:rsid w:val="00740AF5"/>
    <w:rsid w:val="00743525"/>
    <w:rsid w:val="00752D81"/>
    <w:rsid w:val="007541A2"/>
    <w:rsid w:val="00755818"/>
    <w:rsid w:val="00760F84"/>
    <w:rsid w:val="0076286B"/>
    <w:rsid w:val="00766846"/>
    <w:rsid w:val="0077321F"/>
    <w:rsid w:val="0077673A"/>
    <w:rsid w:val="007846E1"/>
    <w:rsid w:val="007847D6"/>
    <w:rsid w:val="00785811"/>
    <w:rsid w:val="00791F16"/>
    <w:rsid w:val="00792D9B"/>
    <w:rsid w:val="007A172F"/>
    <w:rsid w:val="007A4625"/>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810"/>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408B"/>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2CC1"/>
    <w:rsid w:val="00B75EE1"/>
    <w:rsid w:val="00B77481"/>
    <w:rsid w:val="00B81113"/>
    <w:rsid w:val="00B8518B"/>
    <w:rsid w:val="00B94735"/>
    <w:rsid w:val="00B97CC3"/>
    <w:rsid w:val="00BA0EBA"/>
    <w:rsid w:val="00BB1D19"/>
    <w:rsid w:val="00BB489E"/>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C7DCE"/>
    <w:rsid w:val="00CD0C34"/>
    <w:rsid w:val="00CD1FC4"/>
    <w:rsid w:val="00CD6476"/>
    <w:rsid w:val="00CE030A"/>
    <w:rsid w:val="00CE1DA0"/>
    <w:rsid w:val="00CE4286"/>
    <w:rsid w:val="00CF2351"/>
    <w:rsid w:val="00CF4255"/>
    <w:rsid w:val="00CF609C"/>
    <w:rsid w:val="00CF6808"/>
    <w:rsid w:val="00D034A0"/>
    <w:rsid w:val="00D1661F"/>
    <w:rsid w:val="00D20886"/>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3045"/>
    <w:rsid w:val="00D975AB"/>
    <w:rsid w:val="00D97BE3"/>
    <w:rsid w:val="00DA23F0"/>
    <w:rsid w:val="00DA3711"/>
    <w:rsid w:val="00DA47EF"/>
    <w:rsid w:val="00DA53DF"/>
    <w:rsid w:val="00DA5E07"/>
    <w:rsid w:val="00DB160C"/>
    <w:rsid w:val="00DC0FD9"/>
    <w:rsid w:val="00DC3C91"/>
    <w:rsid w:val="00DD0A5F"/>
    <w:rsid w:val="00DD24AF"/>
    <w:rsid w:val="00DD46F3"/>
    <w:rsid w:val="00DD4716"/>
    <w:rsid w:val="00DE56F2"/>
    <w:rsid w:val="00DF116D"/>
    <w:rsid w:val="00DF6566"/>
    <w:rsid w:val="00DF70D9"/>
    <w:rsid w:val="00E01660"/>
    <w:rsid w:val="00E01FF7"/>
    <w:rsid w:val="00E06EDE"/>
    <w:rsid w:val="00E1344F"/>
    <w:rsid w:val="00E13658"/>
    <w:rsid w:val="00E1649B"/>
    <w:rsid w:val="00E16FF7"/>
    <w:rsid w:val="00E26AD9"/>
    <w:rsid w:val="00E26D68"/>
    <w:rsid w:val="00E30C41"/>
    <w:rsid w:val="00E35CD9"/>
    <w:rsid w:val="00E37BAF"/>
    <w:rsid w:val="00E416CD"/>
    <w:rsid w:val="00E41901"/>
    <w:rsid w:val="00E41EEA"/>
    <w:rsid w:val="00E429BB"/>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264D"/>
    <w:rsid w:val="00EE66AF"/>
    <w:rsid w:val="00EE7DC3"/>
    <w:rsid w:val="00EF10BA"/>
    <w:rsid w:val="00EF3412"/>
    <w:rsid w:val="00F016C7"/>
    <w:rsid w:val="00F03129"/>
    <w:rsid w:val="00F0427E"/>
    <w:rsid w:val="00F12DEC"/>
    <w:rsid w:val="00F14E8A"/>
    <w:rsid w:val="00F1586D"/>
    <w:rsid w:val="00F1715C"/>
    <w:rsid w:val="00F20959"/>
    <w:rsid w:val="00F20CFE"/>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422421"/>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itul2">
    <w:name w:val="_Titul_2"/>
    <w:basedOn w:val="Normln"/>
    <w:qFormat/>
    <w:rsid w:val="008B6810"/>
    <w:pPr>
      <w:tabs>
        <w:tab w:val="left" w:pos="6796"/>
      </w:tabs>
      <w:spacing w:after="240" w:line="264" w:lineRule="auto"/>
    </w:pPr>
    <w:rPr>
      <w:rFonts w:asciiTheme="minorHAnsi" w:hAnsiTheme="minorHAnsi"/>
      <w:b/>
      <w:sz w:val="32"/>
      <w:szCs w:val="32"/>
    </w:rPr>
  </w:style>
  <w:style w:type="character" w:styleId="Nevyeenzmnka">
    <w:name w:val="Unresolved Mention"/>
    <w:basedOn w:val="Standardnpsmoodstavce"/>
    <w:uiPriority w:val="99"/>
    <w:semiHidden/>
    <w:unhideWhenUsed/>
    <w:rsid w:val="00D20886"/>
    <w:rPr>
      <w:color w:val="605E5C"/>
      <w:shd w:val="clear" w:color="auto" w:fill="E1DFDD"/>
    </w:rPr>
  </w:style>
  <w:style w:type="paragraph" w:customStyle="1" w:styleId="Textbezodsazen">
    <w:name w:val="_Text_bez_odsazení"/>
    <w:basedOn w:val="Normln"/>
    <w:link w:val="TextbezodsazenChar"/>
    <w:qFormat/>
    <w:rsid w:val="00E416CD"/>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E416CD"/>
  </w:style>
  <w:style w:type="paragraph" w:customStyle="1" w:styleId="Textbezslovn">
    <w:name w:val="_Text_bez_číslování"/>
    <w:basedOn w:val="Normln"/>
    <w:link w:val="TextbezslovnChar"/>
    <w:qFormat/>
    <w:rsid w:val="00EE264D"/>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EE2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ecnar@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pletalovaL@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7A08D7"/>
    <w:rsid w:val="00A1566A"/>
    <w:rsid w:val="00A24E3D"/>
    <w:rsid w:val="00AA0CCC"/>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1566A"/>
    <w:rPr>
      <w:color w:val="808080"/>
    </w:rPr>
  </w:style>
  <w:style w:type="paragraph" w:customStyle="1" w:styleId="BE9D525133B8492DBA3CA962BDF67BFB">
    <w:name w:val="BE9D525133B8492DBA3CA962BDF67BFB"/>
  </w:style>
  <w:style w:type="paragraph" w:customStyle="1" w:styleId="82260C3994E747049820950ACA610A54">
    <w:name w:val="82260C3994E747049820950ACA610A54"/>
    <w:rsid w:val="00A156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be02921a-4454-4f21-be70-e28e62e56cbd"/>
    <ds:schemaRef ds:uri="http://purl.org/dc/elements/1.1/"/>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infopath/2007/PartnerControls"/>
    <ds:schemaRef ds:uri="11114de8-59ab-4a1f-8a5f-49a0bd066a0f"/>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944FA99-5C2B-49F8-82E7-06E57D9F7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6F6484-DDB5-4463-B80D-829D2C2B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3638</Words>
  <Characters>21466</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3</cp:revision>
  <cp:lastPrinted>2022-12-05T08:31:00Z</cp:lastPrinted>
  <dcterms:created xsi:type="dcterms:W3CDTF">2024-06-12T07:10:00Z</dcterms:created>
  <dcterms:modified xsi:type="dcterms:W3CDTF">2024-06-12T12:54:00Z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